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80FE" w14:textId="1012A90F" w:rsidR="00CB5CD9" w:rsidRDefault="00CB5CD9" w:rsidP="0043677D">
      <w:pPr>
        <w:spacing w:beforeLines="100" w:before="312" w:afterLines="100" w:after="312"/>
        <w:jc w:val="center"/>
        <w:rPr>
          <w:rFonts w:ascii="黑体" w:eastAsia="黑体"/>
          <w:sz w:val="32"/>
          <w:szCs w:val="32"/>
        </w:rPr>
      </w:pPr>
      <w:bookmarkStart w:id="0" w:name="_Hlk194062709"/>
      <w:bookmarkEnd w:id="0"/>
    </w:p>
    <w:p w14:paraId="14BC4B8B" w14:textId="77777777" w:rsidR="00CB5CD9" w:rsidRDefault="00CB5CD9" w:rsidP="0043677D">
      <w:pPr>
        <w:spacing w:beforeLines="100" w:before="312" w:afterLines="100" w:after="312"/>
        <w:jc w:val="center"/>
        <w:rPr>
          <w:rFonts w:ascii="黑体" w:eastAsia="黑体"/>
          <w:sz w:val="32"/>
          <w:szCs w:val="32"/>
        </w:rPr>
      </w:pPr>
    </w:p>
    <w:p w14:paraId="16AAE0FA" w14:textId="77777777" w:rsidR="00CB5CD9" w:rsidRDefault="00CB5CD9" w:rsidP="0043677D">
      <w:pPr>
        <w:spacing w:beforeLines="100" w:before="312" w:afterLines="100" w:after="312"/>
        <w:jc w:val="center"/>
        <w:rPr>
          <w:rFonts w:ascii="黑体" w:eastAsia="黑体"/>
          <w:sz w:val="32"/>
          <w:szCs w:val="32"/>
        </w:rPr>
      </w:pPr>
    </w:p>
    <w:p w14:paraId="34858341" w14:textId="77777777" w:rsidR="00CB5CD9" w:rsidRDefault="00CB5CD9" w:rsidP="0043677D">
      <w:pPr>
        <w:spacing w:beforeLines="100" w:before="312" w:afterLines="100" w:after="312"/>
        <w:jc w:val="center"/>
        <w:rPr>
          <w:rFonts w:ascii="黑体" w:eastAsia="黑体"/>
          <w:sz w:val="32"/>
          <w:szCs w:val="32"/>
        </w:rPr>
      </w:pPr>
    </w:p>
    <w:p w14:paraId="01092371" w14:textId="77777777" w:rsidR="00CB5CD9" w:rsidRDefault="00F57B72">
      <w:pPr>
        <w:spacing w:line="360" w:lineRule="auto"/>
        <w:jc w:val="center"/>
        <w:rPr>
          <w:rFonts w:ascii="黑体" w:eastAsia="黑体"/>
          <w:sz w:val="36"/>
          <w:szCs w:val="36"/>
        </w:rPr>
      </w:pPr>
      <w:r w:rsidRPr="00F57B72">
        <w:rPr>
          <w:rFonts w:ascii="黑体" w:eastAsia="黑体" w:hint="eastAsia"/>
          <w:sz w:val="36"/>
          <w:szCs w:val="36"/>
        </w:rPr>
        <w:t>精益生产理论在B公司产品研发上的应用研究</w:t>
      </w:r>
    </w:p>
    <w:p w14:paraId="56A15CD3" w14:textId="77777777" w:rsidR="00CB5CD9" w:rsidRPr="00DC49D5" w:rsidRDefault="00CB5CD9" w:rsidP="0043677D">
      <w:pPr>
        <w:spacing w:beforeLines="100" w:before="312" w:afterLines="100" w:after="312"/>
        <w:jc w:val="center"/>
        <w:rPr>
          <w:rFonts w:ascii="黑体" w:eastAsia="黑体"/>
          <w:sz w:val="32"/>
          <w:szCs w:val="32"/>
        </w:rPr>
      </w:pPr>
    </w:p>
    <w:p w14:paraId="1848D174" w14:textId="005B9B8F" w:rsidR="003224B4" w:rsidRDefault="003224B4" w:rsidP="003224B4">
      <w:pPr>
        <w:spacing w:beforeLines="100" w:before="312" w:afterLines="100" w:after="312"/>
        <w:rPr>
          <w:rFonts w:ascii="黑体" w:eastAsia="黑体"/>
          <w:sz w:val="32"/>
          <w:szCs w:val="32"/>
        </w:rPr>
      </w:pPr>
    </w:p>
    <w:p w14:paraId="556B6327" w14:textId="77777777" w:rsidR="003224B4" w:rsidRDefault="003224B4" w:rsidP="0043677D">
      <w:pPr>
        <w:spacing w:beforeLines="100" w:before="312" w:afterLines="100" w:after="312"/>
        <w:jc w:val="center"/>
        <w:rPr>
          <w:rFonts w:ascii="黑体" w:eastAsia="黑体"/>
          <w:sz w:val="32"/>
          <w:szCs w:val="32"/>
        </w:rPr>
      </w:pPr>
    </w:p>
    <w:p w14:paraId="7410F0E2" w14:textId="77777777" w:rsidR="003224B4" w:rsidRDefault="003224B4" w:rsidP="003224B4">
      <w:pPr>
        <w:spacing w:line="600" w:lineRule="exact"/>
        <w:jc w:val="center"/>
        <w:rPr>
          <w:rFonts w:ascii="黑体" w:eastAsia="黑体"/>
          <w:sz w:val="30"/>
          <w:szCs w:val="30"/>
        </w:rPr>
      </w:pPr>
      <w:r>
        <w:rPr>
          <w:rFonts w:ascii="黑体" w:eastAsia="黑体" w:hint="eastAsia"/>
          <w:sz w:val="30"/>
          <w:szCs w:val="30"/>
        </w:rPr>
        <w:t>姓名：</w:t>
      </w:r>
      <w:r>
        <w:rPr>
          <w:rFonts w:ascii="黑体" w:eastAsia="黑体" w:hint="eastAsia"/>
          <w:sz w:val="30"/>
          <w:szCs w:val="30"/>
          <w:u w:val="single"/>
        </w:rPr>
        <w:t xml:space="preserve">                </w:t>
      </w:r>
      <w:r>
        <w:rPr>
          <w:rFonts w:ascii="黑体" w:eastAsia="黑体" w:hint="eastAsia"/>
          <w:color w:val="FFFFFF" w:themeColor="background1"/>
          <w:sz w:val="30"/>
          <w:szCs w:val="30"/>
          <w:u w:val="single"/>
        </w:rPr>
        <w:t>.</w:t>
      </w:r>
    </w:p>
    <w:p w14:paraId="48F60EFA" w14:textId="77777777" w:rsidR="003224B4" w:rsidRDefault="003224B4" w:rsidP="003224B4">
      <w:pPr>
        <w:spacing w:line="600" w:lineRule="exact"/>
        <w:jc w:val="center"/>
        <w:rPr>
          <w:rFonts w:ascii="黑体" w:eastAsia="黑体"/>
          <w:color w:val="FFFFFF" w:themeColor="background1"/>
          <w:sz w:val="30"/>
          <w:szCs w:val="30"/>
          <w:u w:val="single"/>
        </w:rPr>
      </w:pPr>
      <w:r>
        <w:rPr>
          <w:rFonts w:ascii="黑体" w:eastAsia="黑体"/>
          <w:sz w:val="30"/>
          <w:szCs w:val="30"/>
        </w:rPr>
        <w:t>学号：</w:t>
      </w:r>
      <w:r>
        <w:rPr>
          <w:rFonts w:ascii="黑体" w:eastAsia="黑体" w:hint="eastAsia"/>
          <w:sz w:val="30"/>
          <w:szCs w:val="30"/>
          <w:u w:val="single"/>
        </w:rPr>
        <w:t xml:space="preserve">                </w:t>
      </w:r>
      <w:r>
        <w:rPr>
          <w:rFonts w:ascii="黑体" w:eastAsia="黑体" w:hint="eastAsia"/>
          <w:color w:val="FFFFFF" w:themeColor="background1"/>
          <w:sz w:val="30"/>
          <w:szCs w:val="30"/>
          <w:u w:val="single"/>
        </w:rPr>
        <w:t>.</w:t>
      </w:r>
    </w:p>
    <w:p w14:paraId="22A976D9" w14:textId="28E761AB" w:rsidR="003224B4" w:rsidRDefault="003224B4" w:rsidP="003224B4">
      <w:pPr>
        <w:spacing w:line="600" w:lineRule="exact"/>
        <w:jc w:val="center"/>
        <w:rPr>
          <w:rFonts w:ascii="黑体" w:eastAsia="黑体"/>
          <w:sz w:val="30"/>
          <w:szCs w:val="30"/>
        </w:rPr>
      </w:pPr>
      <w:r>
        <w:rPr>
          <w:rFonts w:ascii="黑体" w:eastAsia="黑体"/>
          <w:sz w:val="30"/>
          <w:szCs w:val="30"/>
        </w:rPr>
        <w:t>学院：</w:t>
      </w:r>
      <w:r>
        <w:rPr>
          <w:rFonts w:ascii="黑体" w:eastAsia="黑体" w:hint="eastAsia"/>
          <w:sz w:val="30"/>
          <w:szCs w:val="30"/>
          <w:u w:val="single"/>
        </w:rPr>
        <w:t xml:space="preserve">   </w:t>
      </w:r>
      <w:r>
        <w:rPr>
          <w:rFonts w:ascii="黑体" w:eastAsia="黑体"/>
          <w:sz w:val="30"/>
          <w:szCs w:val="30"/>
          <w:u w:val="single"/>
        </w:rPr>
        <w:t xml:space="preserve"> </w:t>
      </w:r>
      <w:r>
        <w:rPr>
          <w:rFonts w:ascii="黑体" w:eastAsia="黑体" w:hint="eastAsia"/>
          <w:sz w:val="30"/>
          <w:szCs w:val="30"/>
          <w:u w:val="single"/>
        </w:rPr>
        <w:t xml:space="preserve">管理学院    </w:t>
      </w:r>
      <w:r>
        <w:rPr>
          <w:rFonts w:ascii="黑体" w:eastAsia="黑体" w:hint="eastAsia"/>
          <w:color w:val="FFFFFF" w:themeColor="background1"/>
          <w:sz w:val="30"/>
          <w:szCs w:val="30"/>
          <w:u w:val="single"/>
        </w:rPr>
        <w:t>.</w:t>
      </w:r>
    </w:p>
    <w:p w14:paraId="196C69E5" w14:textId="39A21BA1" w:rsidR="00CB5CD9" w:rsidRPr="009F16FB" w:rsidRDefault="00AB080C" w:rsidP="00B754E7">
      <w:pPr>
        <w:spacing w:beforeLines="100" w:before="312" w:afterLines="100" w:after="312"/>
        <w:jc w:val="center"/>
        <w:rPr>
          <w:rFonts w:ascii="黑体" w:eastAsia="黑体" w:hAnsi="黑体"/>
          <w:sz w:val="30"/>
          <w:szCs w:val="30"/>
        </w:rPr>
      </w:pPr>
      <w:r>
        <w:rPr>
          <w:rFonts w:ascii="黑体" w:eastAsia="黑体" w:hAnsi="黑体" w:hint="eastAsia"/>
          <w:sz w:val="30"/>
          <w:szCs w:val="30"/>
        </w:rPr>
        <w:t>20</w:t>
      </w:r>
      <w:r w:rsidR="006F0919">
        <w:rPr>
          <w:rFonts w:ascii="黑体" w:eastAsia="黑体" w:hAnsi="黑体"/>
          <w:sz w:val="30"/>
          <w:szCs w:val="30"/>
        </w:rPr>
        <w:t>2</w:t>
      </w:r>
      <w:r w:rsidR="001B6008">
        <w:rPr>
          <w:rFonts w:ascii="黑体" w:eastAsia="黑体" w:hAnsi="黑体"/>
          <w:sz w:val="30"/>
          <w:szCs w:val="30"/>
        </w:rPr>
        <w:t>5</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14:paraId="4F340D7F" w14:textId="3096DA68" w:rsidR="006F0919" w:rsidRDefault="006F0919" w:rsidP="0043677D">
      <w:pPr>
        <w:spacing w:beforeLines="100" w:before="312" w:afterLines="100" w:after="312"/>
        <w:jc w:val="center"/>
        <w:rPr>
          <w:rFonts w:ascii="黑体" w:eastAsia="黑体"/>
          <w:sz w:val="32"/>
          <w:szCs w:val="32"/>
        </w:rPr>
      </w:pPr>
    </w:p>
    <w:p w14:paraId="26458D51" w14:textId="77777777" w:rsidR="003224B4" w:rsidRDefault="003224B4" w:rsidP="0043677D">
      <w:pPr>
        <w:spacing w:beforeLines="100" w:before="312" w:afterLines="100" w:after="312"/>
        <w:jc w:val="center"/>
        <w:rPr>
          <w:rFonts w:ascii="黑体" w:eastAsia="黑体"/>
          <w:sz w:val="32"/>
          <w:szCs w:val="32"/>
        </w:rPr>
      </w:pPr>
    </w:p>
    <w:p w14:paraId="0256727A" w14:textId="7009F0E3" w:rsidR="006F0919" w:rsidRDefault="003224B4" w:rsidP="0043677D">
      <w:pPr>
        <w:spacing w:beforeLines="100" w:before="312" w:afterLines="100" w:after="312"/>
        <w:jc w:val="center"/>
        <w:rPr>
          <w:rFonts w:ascii="黑体" w:eastAsia="黑体"/>
          <w:sz w:val="32"/>
          <w:szCs w:val="32"/>
        </w:rPr>
      </w:pPr>
      <w:r>
        <w:rPr>
          <w:rFonts w:ascii="黑体" w:eastAsia="黑体"/>
          <w:noProof/>
          <w:sz w:val="32"/>
          <w:szCs w:val="32"/>
        </w:rPr>
        <w:lastRenderedPageBreak/>
        <w:drawing>
          <wp:anchor distT="0" distB="0" distL="114300" distR="114300" simplePos="0" relativeHeight="251660288" behindDoc="0" locked="0" layoutInCell="1" allowOverlap="1" wp14:anchorId="14B45A54" wp14:editId="4E29359D">
            <wp:simplePos x="0" y="0"/>
            <wp:positionH relativeFrom="column">
              <wp:posOffset>2656840</wp:posOffset>
            </wp:positionH>
            <wp:positionV relativeFrom="page">
              <wp:posOffset>1009650</wp:posOffset>
            </wp:positionV>
            <wp:extent cx="285750" cy="28575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002B551F">
        <w:rPr>
          <w:rFonts w:ascii="黑体" w:eastAsia="黑体"/>
          <w:noProof/>
          <w:sz w:val="32"/>
          <w:szCs w:val="32"/>
        </w:rPr>
        <mc:AlternateContent>
          <mc:Choice Requires="wps">
            <w:drawing>
              <wp:anchor distT="0" distB="0" distL="114300" distR="114300" simplePos="0" relativeHeight="251657728" behindDoc="0" locked="0" layoutInCell="1" allowOverlap="1" wp14:anchorId="40A97DB7" wp14:editId="6467753F">
                <wp:simplePos x="0" y="0"/>
                <wp:positionH relativeFrom="column">
                  <wp:posOffset>2524125</wp:posOffset>
                </wp:positionH>
                <wp:positionV relativeFrom="paragraph">
                  <wp:posOffset>539750</wp:posOffset>
                </wp:positionV>
                <wp:extent cx="579120" cy="7446645"/>
                <wp:effectExtent l="635" t="0" r="1270" b="1905"/>
                <wp:wrapSquare wrapText="bothSides"/>
                <wp:docPr id="2"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7446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E1965" w14:textId="4CF56DB0" w:rsidR="006F0919" w:rsidRDefault="006F0919" w:rsidP="00B754E7">
                            <w:pPr>
                              <w:jc w:val="center"/>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 xml:space="preserve">公司产品研发上的应用研究    </w:t>
                            </w:r>
                            <w:r>
                              <w:rPr>
                                <w:rFonts w:ascii="黑体" w:eastAsia="黑体"/>
                                <w:sz w:val="32"/>
                                <w:szCs w:val="32"/>
                              </w:rPr>
                              <w:t xml:space="preserve">   </w:t>
                            </w:r>
                            <w:r>
                              <w:rPr>
                                <w:rFonts w:ascii="黑体" w:eastAsia="黑体" w:hint="eastAsia"/>
                                <w:sz w:val="32"/>
                                <w:szCs w:val="32"/>
                              </w:rPr>
                              <w:t>张红      北京理工大学</w:t>
                            </w:r>
                          </w:p>
                        </w:txbxContent>
                      </wps:txbx>
                      <wps:bodyPr rot="0" vert="eaVert"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0A97DB7" id="_x0000_t202" coordsize="21600,21600" o:spt="202" path="m,l,21600r21600,l21600,xe">
                <v:stroke joinstyle="miter"/>
                <v:path gradientshapeok="t" o:connecttype="rect"/>
              </v:shapetype>
              <v:shape id="文本框 118" o:spid="_x0000_s1026" type="#_x0000_t202" style="position:absolute;left:0;text-align:left;margin-left:198.75pt;margin-top:42.5pt;width:45.6pt;height:58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" filled="f" stroked="f">
                <v:textbox style="layout-flow:vertical-ideographic;mso-fit-shape-to-text:t">
                  <w:txbxContent>
                    <w:p w14:paraId="534E1965" w14:textId="4CF56DB0" w:rsidR="006F0919" w:rsidRDefault="006F0919" w:rsidP="00B754E7">
                      <w:pPr>
                        <w:jc w:val="center"/>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 xml:space="preserve">公司产品研发上的应用研究    </w:t>
                      </w:r>
                      <w:r>
                        <w:rPr>
                          <w:rFonts w:ascii="黑体" w:eastAsia="黑体"/>
                          <w:sz w:val="32"/>
                          <w:szCs w:val="32"/>
                        </w:rPr>
                        <w:t xml:space="preserve">   </w:t>
                      </w:r>
                      <w:r>
                        <w:rPr>
                          <w:rFonts w:ascii="黑体" w:eastAsia="黑体" w:hint="eastAsia"/>
                          <w:sz w:val="32"/>
                          <w:szCs w:val="32"/>
                        </w:rPr>
                        <w:t>张红      北京理工大学</w:t>
                      </w:r>
                    </w:p>
                  </w:txbxContent>
                </v:textbox>
                <w10:wrap type="square"/>
              </v:shape>
            </w:pict>
          </mc:Fallback>
        </mc:AlternateContent>
      </w:r>
      <w:r>
        <w:rPr>
          <w:rFonts w:ascii="黑体" w:eastAsia="黑体"/>
          <w:noProof/>
          <w:sz w:val="32"/>
          <w:szCs w:val="32"/>
        </w:rPr>
        <w:t xml:space="preserve">                                 </w:t>
      </w:r>
    </w:p>
    <w:p w14:paraId="143E2E28" w14:textId="77777777" w:rsidR="00CB5CD9" w:rsidRDefault="00CB5CD9">
      <w:pPr>
        <w:jc w:val="center"/>
        <w:rPr>
          <w:rFonts w:ascii="黑体" w:eastAsia="黑体"/>
          <w:sz w:val="32"/>
          <w:szCs w:val="32"/>
        </w:rPr>
      </w:pPr>
    </w:p>
    <w:p w14:paraId="4E1FC3A7" w14:textId="20486457" w:rsidR="006F0919" w:rsidRDefault="006F0919">
      <w:pPr>
        <w:jc w:val="center"/>
        <w:rPr>
          <w:rFonts w:ascii="黑体" w:eastAsia="黑体"/>
          <w:sz w:val="32"/>
          <w:szCs w:val="32"/>
        </w:rPr>
        <w:sectPr w:rsidR="006F0919">
          <w:footerReference w:type="even" r:id="rId8"/>
          <w:footerReference w:type="default" r:id="rId9"/>
          <w:pgSz w:w="11906" w:h="16838"/>
          <w:pgMar w:top="1985" w:right="1531" w:bottom="1418" w:left="1531" w:header="1418" w:footer="1021" w:gutter="0"/>
          <w:pgNumType w:start="1"/>
          <w:cols w:space="720"/>
          <w:docGrid w:type="lines" w:linePitch="312"/>
        </w:sectPr>
      </w:pPr>
    </w:p>
    <w:p w14:paraId="654273DA" w14:textId="09454E38" w:rsidR="006F0919" w:rsidRDefault="002B551F" w:rsidP="006F0919">
      <w:pPr>
        <w:jc w:val="left"/>
        <w:rPr>
          <w:rFonts w:eastAsia="黑体"/>
          <w:sz w:val="32"/>
          <w:szCs w:val="21"/>
        </w:rPr>
      </w:pPr>
      <w:r>
        <w:rPr>
          <w:rFonts w:eastAsia="黑体"/>
          <w:noProof/>
          <w:color w:val="000000"/>
          <w:szCs w:val="21"/>
        </w:rPr>
        <w:lastRenderedPageBreak/>
        <mc:AlternateContent>
          <mc:Choice Requires="wps">
            <w:drawing>
              <wp:anchor distT="0" distB="0" distL="114300" distR="114300" simplePos="0" relativeHeight="251658752" behindDoc="0" locked="0" layoutInCell="1" allowOverlap="1" wp14:anchorId="74C067A8" wp14:editId="6C9E202D">
                <wp:simplePos x="0" y="0"/>
                <wp:positionH relativeFrom="column">
                  <wp:posOffset>4201795</wp:posOffset>
                </wp:positionH>
                <wp:positionV relativeFrom="paragraph">
                  <wp:posOffset>40640</wp:posOffset>
                </wp:positionV>
                <wp:extent cx="1420495" cy="967740"/>
                <wp:effectExtent l="11430" t="5715" r="6350" b="7620"/>
                <wp:wrapNone/>
                <wp:docPr id="1" name="文本框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495" cy="967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559EE8" w14:textId="77777777" w:rsidR="006F0919" w:rsidRDefault="006F0919" w:rsidP="006F0919">
                            <w:pPr>
                              <w:snapToGrid w:val="0"/>
                              <w:spacing w:line="320" w:lineRule="exact"/>
                              <w:rPr>
                                <w:rFonts w:ascii="黑体" w:eastAsia="黑体" w:hAnsi="黑体"/>
                                <w:sz w:val="22"/>
                              </w:rPr>
                            </w:pPr>
                            <w:r>
                              <w:rPr>
                                <w:rFonts w:ascii="黑体" w:eastAsia="黑体" w:hAnsi="黑体" w:hint="eastAsia"/>
                                <w:sz w:val="22"/>
                              </w:rPr>
                              <w:t xml:space="preserve">★ </w:t>
                            </w:r>
                            <w:r>
                              <w:rPr>
                                <w:rFonts w:ascii="黑体" w:eastAsia="黑体" w:hAnsi="黑体" w:hint="eastAsia"/>
                                <w:sz w:val="22"/>
                                <w:szCs w:val="21"/>
                              </w:rPr>
                              <w:t>特别类型</w:t>
                            </w:r>
                          </w:p>
                          <w:p w14:paraId="319C93CD" w14:textId="77777777" w:rsidR="0068325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工程</w:t>
                            </w:r>
                            <w:proofErr w:type="gramStart"/>
                            <w:r>
                              <w:rPr>
                                <w:rFonts w:ascii="黑体" w:eastAsia="黑体" w:hAnsi="黑体" w:hint="eastAsia"/>
                                <w:sz w:val="22"/>
                                <w:szCs w:val="21"/>
                              </w:rPr>
                              <w:t>硕</w:t>
                            </w:r>
                            <w:proofErr w:type="gramEnd"/>
                            <w:r>
                              <w:rPr>
                                <w:rFonts w:ascii="黑体" w:eastAsia="黑体" w:hAnsi="黑体" w:hint="eastAsia"/>
                                <w:sz w:val="22"/>
                                <w:szCs w:val="21"/>
                              </w:rPr>
                              <w:t>博士专项</w:t>
                            </w:r>
                          </w:p>
                          <w:p w14:paraId="5EDEE2AF" w14:textId="77777777" w:rsidR="0068325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交叉研究方向</w:t>
                            </w:r>
                          </w:p>
                          <w:p w14:paraId="3DE09B86" w14:textId="27AB2ACB" w:rsidR="006F091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政府项目留学生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067A8" id="文本框 121" o:spid="_x0000_s1027" type="#_x0000_t202" style="position:absolute;margin-left:330.85pt;margin-top:3.2pt;width:111.85pt;height:76.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" filled="f">
                <v:textbox>
                  <w:txbxContent>
                    <w:p w14:paraId="14559EE8" w14:textId="77777777" w:rsidR="006F0919" w:rsidRDefault="006F0919" w:rsidP="006F0919">
                      <w:pPr>
                        <w:snapToGrid w:val="0"/>
                        <w:spacing w:line="320" w:lineRule="exact"/>
                        <w:rPr>
                          <w:rFonts w:ascii="黑体" w:eastAsia="黑体" w:hAnsi="黑体"/>
                          <w:sz w:val="22"/>
                        </w:rPr>
                      </w:pPr>
                      <w:r>
                        <w:rPr>
                          <w:rFonts w:ascii="黑体" w:eastAsia="黑体" w:hAnsi="黑体" w:hint="eastAsia"/>
                          <w:sz w:val="22"/>
                        </w:rPr>
                        <w:t xml:space="preserve">★ </w:t>
                      </w:r>
                      <w:r>
                        <w:rPr>
                          <w:rFonts w:ascii="黑体" w:eastAsia="黑体" w:hAnsi="黑体" w:hint="eastAsia"/>
                          <w:sz w:val="22"/>
                          <w:szCs w:val="21"/>
                        </w:rPr>
                        <w:t>特别类型</w:t>
                      </w:r>
                    </w:p>
                    <w:p w14:paraId="319C93CD" w14:textId="77777777" w:rsidR="0068325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工程</w:t>
                      </w:r>
                      <w:proofErr w:type="gramStart"/>
                      <w:r>
                        <w:rPr>
                          <w:rFonts w:ascii="黑体" w:eastAsia="黑体" w:hAnsi="黑体" w:hint="eastAsia"/>
                          <w:sz w:val="22"/>
                          <w:szCs w:val="21"/>
                        </w:rPr>
                        <w:t>硕</w:t>
                      </w:r>
                      <w:proofErr w:type="gramEnd"/>
                      <w:r>
                        <w:rPr>
                          <w:rFonts w:ascii="黑体" w:eastAsia="黑体" w:hAnsi="黑体" w:hint="eastAsia"/>
                          <w:sz w:val="22"/>
                          <w:szCs w:val="21"/>
                        </w:rPr>
                        <w:t>博士专项</w:t>
                      </w:r>
                    </w:p>
                    <w:p w14:paraId="5EDEE2AF" w14:textId="77777777" w:rsidR="0068325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交叉研究方向</w:t>
                      </w:r>
                    </w:p>
                    <w:p w14:paraId="3DE09B86" w14:textId="27AB2ACB" w:rsidR="006F091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政府项目留学生</w:t>
                      </w:r>
                    </w:p>
                  </w:txbxContent>
                </v:textbox>
              </v:shape>
            </w:pict>
          </mc:Fallback>
        </mc:AlternateContent>
      </w:r>
      <w:bookmarkStart w:id="1" w:name="OLE_LINK1"/>
      <w:r w:rsidR="006F0919">
        <w:rPr>
          <w:rFonts w:eastAsia="黑体"/>
          <w:color w:val="000000"/>
          <w:szCs w:val="21"/>
        </w:rPr>
        <w:t>中图分类号：</w:t>
      </w:r>
      <w:r w:rsidR="006F0919">
        <w:rPr>
          <w:szCs w:val="21"/>
        </w:rPr>
        <w:t>TQ028.</w:t>
      </w:r>
      <w:bookmarkEnd w:id="1"/>
      <w:r w:rsidR="006F0919">
        <w:rPr>
          <w:szCs w:val="21"/>
        </w:rPr>
        <w:t>1</w:t>
      </w:r>
    </w:p>
    <w:p w14:paraId="41634CA2" w14:textId="77777777" w:rsidR="006F0919" w:rsidRDefault="006F0919" w:rsidP="006F0919">
      <w:pPr>
        <w:tabs>
          <w:tab w:val="left" w:pos="3240"/>
        </w:tabs>
        <w:jc w:val="left"/>
        <w:rPr>
          <w:rFonts w:eastAsia="黑体"/>
          <w:color w:val="000000"/>
          <w:szCs w:val="21"/>
        </w:rPr>
      </w:pPr>
      <w:r>
        <w:rPr>
          <w:rFonts w:eastAsia="黑体"/>
          <w:color w:val="000000"/>
          <w:szCs w:val="21"/>
        </w:rPr>
        <w:t>UDC</w:t>
      </w:r>
      <w:r>
        <w:rPr>
          <w:rFonts w:eastAsia="黑体"/>
          <w:color w:val="000000"/>
          <w:szCs w:val="21"/>
        </w:rPr>
        <w:t>分类号：</w:t>
      </w:r>
      <w:r>
        <w:rPr>
          <w:rFonts w:eastAsia="黑体"/>
          <w:color w:val="000000"/>
          <w:szCs w:val="21"/>
        </w:rPr>
        <w:t>540</w:t>
      </w:r>
    </w:p>
    <w:p w14:paraId="197FC5E9" w14:textId="77777777" w:rsidR="006F0919" w:rsidRDefault="006F0919" w:rsidP="006F0919">
      <w:pPr>
        <w:tabs>
          <w:tab w:val="left" w:pos="3240"/>
        </w:tabs>
        <w:rPr>
          <w:rFonts w:eastAsia="黑体"/>
          <w:b/>
          <w:color w:val="000000"/>
          <w:szCs w:val="21"/>
        </w:rPr>
      </w:pPr>
    </w:p>
    <w:p w14:paraId="55D83411" w14:textId="77777777" w:rsidR="006F0919" w:rsidRDefault="006F0919" w:rsidP="006F0919">
      <w:pPr>
        <w:tabs>
          <w:tab w:val="left" w:pos="3240"/>
        </w:tabs>
        <w:rPr>
          <w:rFonts w:eastAsia="黑体"/>
          <w:b/>
          <w:color w:val="000000"/>
          <w:szCs w:val="21"/>
        </w:rPr>
      </w:pPr>
    </w:p>
    <w:p w14:paraId="62524165" w14:textId="77777777" w:rsidR="006F0919" w:rsidRDefault="006F0919" w:rsidP="006F0919">
      <w:pPr>
        <w:tabs>
          <w:tab w:val="left" w:pos="3240"/>
        </w:tabs>
        <w:rPr>
          <w:rFonts w:eastAsia="黑体"/>
          <w:b/>
          <w:color w:val="000000"/>
          <w:szCs w:val="21"/>
        </w:rPr>
      </w:pPr>
    </w:p>
    <w:p w14:paraId="08A3BC00" w14:textId="77777777" w:rsidR="006F0919" w:rsidRDefault="006F0919" w:rsidP="006F0919">
      <w:pPr>
        <w:spacing w:beforeLines="100" w:before="312" w:afterLines="100" w:after="312"/>
        <w:jc w:val="center"/>
        <w:rPr>
          <w:rFonts w:ascii="黑体" w:eastAsia="黑体"/>
          <w:sz w:val="36"/>
          <w:szCs w:val="36"/>
        </w:rPr>
      </w:pPr>
    </w:p>
    <w:p w14:paraId="0C700C97" w14:textId="77777777" w:rsidR="006F0919" w:rsidRDefault="006F0919" w:rsidP="006F0919">
      <w:pPr>
        <w:spacing w:beforeLines="100" w:before="312" w:afterLines="100" w:after="312"/>
        <w:jc w:val="center"/>
        <w:rPr>
          <w:rFonts w:ascii="黑体" w:eastAsia="黑体"/>
          <w:sz w:val="36"/>
          <w:szCs w:val="36"/>
        </w:rPr>
      </w:pPr>
      <w:r w:rsidRPr="00F57B72">
        <w:rPr>
          <w:rFonts w:ascii="黑体" w:eastAsia="黑体" w:hint="eastAsia"/>
          <w:sz w:val="36"/>
          <w:szCs w:val="36"/>
        </w:rPr>
        <w:t>精益生产理论在B公司产品研发上的应用研究</w:t>
      </w:r>
    </w:p>
    <w:p w14:paraId="419FC65C" w14:textId="77777777" w:rsidR="006F0919" w:rsidRDefault="006F0919" w:rsidP="006F0919">
      <w:pPr>
        <w:tabs>
          <w:tab w:val="left" w:pos="0"/>
        </w:tabs>
        <w:spacing w:line="640" w:lineRule="exact"/>
        <w:rPr>
          <w:rFonts w:ascii="黑体" w:eastAsia="黑体" w:hAnsi="宋体"/>
          <w:sz w:val="30"/>
          <w:szCs w:val="30"/>
        </w:rPr>
      </w:pPr>
    </w:p>
    <w:p w14:paraId="29899888" w14:textId="77777777" w:rsidR="006F0919" w:rsidRDefault="006F0919" w:rsidP="006F0919">
      <w:pPr>
        <w:tabs>
          <w:tab w:val="left" w:pos="0"/>
        </w:tabs>
        <w:spacing w:line="640" w:lineRule="exact"/>
        <w:rPr>
          <w:rFonts w:ascii="黑体" w:eastAsia="黑体" w:hAnsi="宋体"/>
          <w:sz w:val="30"/>
          <w:szCs w:val="30"/>
        </w:rPr>
      </w:pPr>
    </w:p>
    <w:p w14:paraId="1EAD5C78" w14:textId="77777777" w:rsidR="006F0919" w:rsidRDefault="006F0919" w:rsidP="006F0919">
      <w:pPr>
        <w:tabs>
          <w:tab w:val="left" w:pos="0"/>
        </w:tabs>
        <w:spacing w:line="640" w:lineRule="exact"/>
        <w:rPr>
          <w:rFonts w:ascii="黑体" w:eastAsia="黑体" w:hAnsi="宋体"/>
          <w:sz w:val="30"/>
          <w:szCs w:val="30"/>
        </w:rPr>
      </w:pPr>
    </w:p>
    <w:p w14:paraId="7BC130DF" w14:textId="77777777" w:rsidR="006F0919" w:rsidRDefault="006F0919" w:rsidP="006F0919">
      <w:pPr>
        <w:tabs>
          <w:tab w:val="left" w:pos="0"/>
        </w:tabs>
        <w:spacing w:line="640" w:lineRule="exact"/>
        <w:rPr>
          <w:rFonts w:ascii="黑体" w:eastAsia="黑体" w:hAnsi="宋体"/>
          <w:sz w:val="30"/>
          <w:szCs w:val="30"/>
        </w:rPr>
      </w:pPr>
    </w:p>
    <w:p w14:paraId="3D7CCD94" w14:textId="77777777" w:rsidR="006F0919" w:rsidRDefault="006F0919" w:rsidP="006F0919">
      <w:pPr>
        <w:tabs>
          <w:tab w:val="left" w:pos="0"/>
        </w:tabs>
        <w:spacing w:line="640" w:lineRule="exact"/>
        <w:rPr>
          <w:rFonts w:ascii="黑体" w:eastAsia="黑体" w:hAnsi="宋体"/>
          <w:sz w:val="30"/>
          <w:szCs w:val="30"/>
        </w:rPr>
      </w:pPr>
    </w:p>
    <w:p w14:paraId="77E77643"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 xml:space="preserve">张 </w:t>
      </w:r>
      <w:r>
        <w:rPr>
          <w:rFonts w:ascii="黑体" w:eastAsia="黑体" w:hAnsi="宋体"/>
          <w:sz w:val="30"/>
          <w:szCs w:val="30"/>
          <w:u w:val="single"/>
        </w:rPr>
        <w:t xml:space="preserve"> </w:t>
      </w:r>
      <w:r>
        <w:rPr>
          <w:rFonts w:ascii="黑体" w:eastAsia="黑体" w:hAnsi="宋体" w:hint="eastAsia"/>
          <w:sz w:val="30"/>
          <w:szCs w:val="30"/>
          <w:u w:val="single"/>
        </w:rPr>
        <w:t xml:space="preserve">红   </w:t>
      </w:r>
      <w:r>
        <w:rPr>
          <w:rFonts w:ascii="黑体" w:eastAsia="黑体" w:hAnsi="宋体" w:hint="eastAsia"/>
          <w:sz w:val="36"/>
          <w:szCs w:val="36"/>
          <w:u w:val="single"/>
        </w:rPr>
        <w:t xml:space="preserve"> </w:t>
      </w:r>
      <w:r>
        <w:rPr>
          <w:rFonts w:ascii="黑体" w:eastAsia="黑体" w:hAnsi="宋体" w:hint="eastAsia"/>
          <w:sz w:val="30"/>
          <w:szCs w:val="30"/>
          <w:u w:val="single"/>
        </w:rPr>
        <w:t xml:space="preserve">    </w:t>
      </w:r>
    </w:p>
    <w:p w14:paraId="05B0DDD5" w14:textId="2E59A4E0"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管理学院</w:t>
      </w:r>
      <w:r w:rsidR="00EB558E">
        <w:rPr>
          <w:rFonts w:ascii="黑体" w:eastAsia="黑体" w:hAnsi="宋体" w:hint="eastAsia"/>
          <w:sz w:val="30"/>
          <w:szCs w:val="30"/>
          <w:u w:val="single"/>
        </w:rPr>
        <w:t xml:space="preserve"> </w:t>
      </w:r>
      <w:r w:rsidR="00EB558E">
        <w:rPr>
          <w:rFonts w:ascii="黑体" w:eastAsia="黑体" w:hAnsi="宋体"/>
          <w:sz w:val="30"/>
          <w:szCs w:val="30"/>
          <w:u w:val="single"/>
        </w:rPr>
        <w:t xml:space="preserve">      </w:t>
      </w:r>
    </w:p>
    <w:p w14:paraId="6D3AE0A9" w14:textId="44CBD80E" w:rsidR="006F0919" w:rsidRDefault="006F0919" w:rsidP="006F0919">
      <w:pPr>
        <w:tabs>
          <w:tab w:val="left" w:pos="0"/>
        </w:tabs>
        <w:spacing w:line="560" w:lineRule="exact"/>
        <w:rPr>
          <w:rFonts w:ascii="黑体" w:eastAsia="黑体" w:hAnsi="宋体"/>
          <w:sz w:val="30"/>
          <w:szCs w:val="30"/>
          <w:u w:val="single"/>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Pr>
          <w:rFonts w:ascii="黑体" w:eastAsia="黑体" w:hAnsi="宋体" w:hint="eastAsia"/>
          <w:sz w:val="30"/>
          <w:szCs w:val="30"/>
          <w:u w:val="single"/>
        </w:rPr>
        <w:t xml:space="preserve">       </w:t>
      </w:r>
    </w:p>
    <w:p w14:paraId="5B2C6F1F" w14:textId="53CDBFBE" w:rsidR="00A25AD6" w:rsidRPr="00A25AD6" w:rsidRDefault="00A25AD6" w:rsidP="006F0919">
      <w:pPr>
        <w:tabs>
          <w:tab w:val="left" w:pos="0"/>
        </w:tabs>
        <w:spacing w:line="560" w:lineRule="exact"/>
        <w:rPr>
          <w:rFonts w:ascii="黑体" w:eastAsia="黑体" w:hAnsi="宋体"/>
          <w:sz w:val="30"/>
          <w:szCs w:val="30"/>
        </w:rPr>
      </w:pPr>
      <w:r>
        <w:rPr>
          <w:rFonts w:ascii="黑体" w:eastAsia="黑体" w:hAnsi="宋体"/>
          <w:sz w:val="30"/>
          <w:szCs w:val="30"/>
        </w:rPr>
        <w:t xml:space="preserve">              </w:t>
      </w:r>
      <w:bookmarkStart w:id="2" w:name="_Hlk195620608"/>
      <w:r>
        <w:rPr>
          <w:rFonts w:ascii="黑体" w:eastAsia="黑体" w:hAnsi="宋体" w:hint="eastAsia"/>
          <w:sz w:val="30"/>
          <w:szCs w:val="30"/>
        </w:rPr>
        <w:t>行业合作导师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u w:val="single"/>
        </w:rPr>
        <w:t>XXX</w:t>
      </w:r>
      <w:r w:rsidR="009922FE">
        <w:rPr>
          <w:rFonts w:ascii="黑体" w:eastAsia="黑体" w:hAnsi="宋体" w:hint="eastAsia"/>
          <w:sz w:val="30"/>
          <w:szCs w:val="30"/>
          <w:u w:val="single"/>
        </w:rPr>
        <w:t xml:space="preserve"> </w:t>
      </w:r>
      <w:r w:rsidR="009922FE">
        <w:rPr>
          <w:rFonts w:ascii="黑体" w:eastAsia="黑体" w:hAnsi="宋体"/>
          <w:sz w:val="30"/>
          <w:szCs w:val="30"/>
          <w:u w:val="single"/>
        </w:rPr>
        <w:t xml:space="preserve">    </w:t>
      </w:r>
      <w:r>
        <w:rPr>
          <w:rFonts w:ascii="黑体" w:eastAsia="黑体" w:hAnsi="宋体" w:hint="eastAsia"/>
          <w:sz w:val="30"/>
          <w:szCs w:val="30"/>
          <w:u w:val="single"/>
        </w:rPr>
        <w:t xml:space="preserve">   </w:t>
      </w:r>
      <w:r w:rsidR="00F74F42">
        <w:rPr>
          <w:rFonts w:ascii="黑体" w:eastAsia="黑体" w:hAnsi="宋体"/>
          <w:sz w:val="30"/>
          <w:szCs w:val="30"/>
          <w:u w:val="single"/>
        </w:rPr>
        <w:t xml:space="preserve">  </w:t>
      </w:r>
      <w:r>
        <w:rPr>
          <w:rFonts w:ascii="黑体" w:eastAsia="黑体" w:hAnsi="宋体" w:hint="eastAsia"/>
          <w:sz w:val="30"/>
          <w:szCs w:val="30"/>
          <w:u w:val="single"/>
        </w:rPr>
        <w:t xml:space="preserve">  </w:t>
      </w:r>
      <w:bookmarkEnd w:id="2"/>
    </w:p>
    <w:p w14:paraId="06C99AA6"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Pr>
          <w:rFonts w:ascii="黑体" w:eastAsia="黑体" w:hAnsi="宋体" w:hint="eastAsia"/>
          <w:sz w:val="30"/>
          <w:szCs w:val="30"/>
          <w:u w:val="single"/>
        </w:rPr>
        <w:t xml:space="preserve">       </w:t>
      </w:r>
    </w:p>
    <w:p w14:paraId="7F3E9177" w14:textId="130DCB2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005B2B">
        <w:rPr>
          <w:rFonts w:ascii="黑体" w:eastAsia="黑体" w:hAnsi="宋体" w:hint="eastAsia"/>
          <w:sz w:val="30"/>
          <w:szCs w:val="30"/>
          <w:u w:val="single"/>
        </w:rPr>
        <w:t>会计</w:t>
      </w:r>
      <w:r w:rsidR="005B10F7">
        <w:rPr>
          <w:rFonts w:ascii="黑体" w:eastAsia="黑体" w:hAnsi="宋体" w:hint="eastAsia"/>
          <w:sz w:val="30"/>
          <w:szCs w:val="30"/>
          <w:u w:val="single"/>
        </w:rPr>
        <w:t>硕士</w:t>
      </w:r>
      <w:r>
        <w:rPr>
          <w:rFonts w:ascii="黑体" w:eastAsia="黑体" w:hAnsi="宋体" w:hint="eastAsia"/>
          <w:sz w:val="30"/>
          <w:szCs w:val="30"/>
          <w:u w:val="single"/>
        </w:rPr>
        <w:t xml:space="preserve">   </w:t>
      </w:r>
    </w:p>
    <w:p w14:paraId="1E5F8728" w14:textId="5F45C7C5"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5B10F7">
        <w:rPr>
          <w:rFonts w:ascii="黑体" w:eastAsia="黑体" w:hAnsi="宋体" w:hint="eastAsia"/>
          <w:sz w:val="30"/>
          <w:szCs w:val="30"/>
          <w:u w:val="single"/>
        </w:rPr>
        <w:t>会计</w:t>
      </w:r>
      <w:r>
        <w:rPr>
          <w:rFonts w:ascii="黑体" w:eastAsia="黑体" w:hAnsi="宋体" w:hint="eastAsia"/>
          <w:sz w:val="30"/>
          <w:szCs w:val="30"/>
          <w:u w:val="single"/>
        </w:rPr>
        <w:t xml:space="preserve">       </w:t>
      </w:r>
    </w:p>
    <w:p w14:paraId="51D0C5FF"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p>
    <w:p w14:paraId="5148B7E1" w14:textId="51C77971"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Pr>
          <w:rFonts w:ascii="黑体" w:eastAsia="黑体" w:hAnsi="黑体" w:cs="宋体" w:hint="eastAsia"/>
          <w:sz w:val="30"/>
          <w:szCs w:val="30"/>
          <w:u w:val="single"/>
        </w:rPr>
        <w:t>20</w:t>
      </w:r>
      <w:r>
        <w:rPr>
          <w:rFonts w:ascii="黑体" w:eastAsia="黑体" w:hAnsi="黑体" w:cs="宋体"/>
          <w:sz w:val="30"/>
          <w:szCs w:val="30"/>
          <w:u w:val="single"/>
        </w:rPr>
        <w:t>2</w:t>
      </w:r>
      <w:r w:rsidR="00BE33EC">
        <w:rPr>
          <w:rFonts w:ascii="黑体" w:eastAsia="黑体" w:hAnsi="黑体" w:cs="宋体"/>
          <w:sz w:val="30"/>
          <w:szCs w:val="30"/>
          <w:u w:val="single"/>
        </w:rPr>
        <w:t>5</w:t>
      </w:r>
      <w:r w:rsidRPr="009F16FB">
        <w:rPr>
          <w:rFonts w:ascii="黑体" w:eastAsia="黑体" w:hAnsi="黑体" w:cs="宋体" w:hint="eastAsia"/>
          <w:sz w:val="30"/>
          <w:szCs w:val="30"/>
          <w:u w:val="single"/>
        </w:rPr>
        <w:t>年</w:t>
      </w:r>
      <w:r>
        <w:rPr>
          <w:rFonts w:ascii="黑体" w:eastAsia="黑体" w:hAnsi="黑体" w:cs="宋体"/>
          <w:sz w:val="30"/>
          <w:szCs w:val="30"/>
          <w:u w:val="single"/>
        </w:rPr>
        <w:t>6</w:t>
      </w:r>
      <w:r w:rsidRPr="009F16FB">
        <w:rPr>
          <w:rFonts w:ascii="黑体" w:eastAsia="黑体" w:hAnsi="黑体" w:cs="宋体" w:hint="eastAsia"/>
          <w:sz w:val="30"/>
          <w:szCs w:val="30"/>
          <w:u w:val="single"/>
        </w:rPr>
        <w:t>月</w:t>
      </w:r>
      <w:r>
        <w:rPr>
          <w:rFonts w:ascii="黑体" w:eastAsia="黑体" w:hAnsi="黑体" w:cs="宋体"/>
          <w:sz w:val="30"/>
          <w:szCs w:val="30"/>
          <w:u w:val="single"/>
        </w:rPr>
        <w:t>6</w:t>
      </w:r>
      <w:r>
        <w:rPr>
          <w:rFonts w:ascii="黑体" w:eastAsia="黑体" w:hAnsi="黑体" w:cs="宋体" w:hint="eastAsia"/>
          <w:sz w:val="30"/>
          <w:szCs w:val="30"/>
          <w:u w:val="single"/>
        </w:rPr>
        <w:t>日</w:t>
      </w:r>
    </w:p>
    <w:p w14:paraId="6DC31052" w14:textId="77777777" w:rsidR="006F0919" w:rsidRDefault="006F0919" w:rsidP="006F0919">
      <w:pPr>
        <w:pStyle w:val="afa"/>
      </w:pPr>
    </w:p>
    <w:p w14:paraId="6F5614F8" w14:textId="77777777" w:rsidR="006F0919" w:rsidRDefault="006F0919" w:rsidP="006F0919">
      <w:pPr>
        <w:pStyle w:val="afa"/>
      </w:pPr>
    </w:p>
    <w:p w14:paraId="546F5F9C" w14:textId="77777777" w:rsidR="006F0919" w:rsidRDefault="006F0919" w:rsidP="006F0919">
      <w:pPr>
        <w:pStyle w:val="afa"/>
      </w:pPr>
    </w:p>
    <w:p w14:paraId="4FB3C4B4" w14:textId="0022B227" w:rsidR="006F0919" w:rsidRDefault="006F0919" w:rsidP="006F0919">
      <w:pPr>
        <w:pStyle w:val="afa"/>
      </w:pPr>
    </w:p>
    <w:p w14:paraId="4E192A67" w14:textId="77777777" w:rsidR="00A25AD6" w:rsidRDefault="00A25AD6" w:rsidP="006F0919">
      <w:pPr>
        <w:pStyle w:val="afa"/>
      </w:pPr>
    </w:p>
    <w:p w14:paraId="449CD5C1" w14:textId="671BA787" w:rsidR="00CB5CD9" w:rsidRDefault="00CB5CD9" w:rsidP="00A25AD6">
      <w:pPr>
        <w:tabs>
          <w:tab w:val="left" w:pos="0"/>
        </w:tabs>
        <w:spacing w:line="640" w:lineRule="exact"/>
        <w:jc w:val="center"/>
        <w:rPr>
          <w:rFonts w:eastAsia="黑体"/>
          <w:b/>
          <w:color w:val="000000"/>
          <w:sz w:val="36"/>
          <w:szCs w:val="36"/>
        </w:rPr>
      </w:pPr>
    </w:p>
    <w:p w14:paraId="2AF6DEFB" w14:textId="5BD4FD1A" w:rsidR="00683259" w:rsidRDefault="00683259">
      <w:pPr>
        <w:tabs>
          <w:tab w:val="left" w:pos="0"/>
        </w:tabs>
        <w:spacing w:line="640" w:lineRule="exact"/>
        <w:jc w:val="center"/>
        <w:rPr>
          <w:rFonts w:eastAsia="黑体"/>
          <w:b/>
          <w:color w:val="000000"/>
          <w:sz w:val="36"/>
          <w:szCs w:val="36"/>
        </w:rPr>
      </w:pPr>
    </w:p>
    <w:p w14:paraId="325BA055" w14:textId="77777777" w:rsidR="00A25AD6" w:rsidRDefault="00A25AD6">
      <w:pPr>
        <w:tabs>
          <w:tab w:val="left" w:pos="0"/>
        </w:tabs>
        <w:spacing w:line="640" w:lineRule="exact"/>
        <w:jc w:val="center"/>
        <w:rPr>
          <w:rFonts w:eastAsia="黑体"/>
          <w:b/>
          <w:color w:val="000000"/>
          <w:sz w:val="36"/>
          <w:szCs w:val="36"/>
        </w:rPr>
      </w:pPr>
    </w:p>
    <w:p w14:paraId="4FC13809" w14:textId="77777777" w:rsidR="00CB5CD9" w:rsidRDefault="00117AD3">
      <w:pPr>
        <w:tabs>
          <w:tab w:val="left" w:pos="0"/>
        </w:tabs>
        <w:spacing w:line="640" w:lineRule="exact"/>
        <w:jc w:val="center"/>
        <w:rPr>
          <w:rFonts w:eastAsia="黑体"/>
          <w:b/>
          <w:color w:val="000000"/>
          <w:sz w:val="36"/>
          <w:szCs w:val="36"/>
        </w:rPr>
      </w:pPr>
      <w:r w:rsidRPr="00117AD3">
        <w:rPr>
          <w:rFonts w:eastAsia="黑体" w:hint="eastAsia"/>
          <w:b/>
          <w:sz w:val="36"/>
          <w:szCs w:val="36"/>
        </w:rPr>
        <w:t>The Application of Lean Production Theory on Product Development of Company B</w:t>
      </w:r>
      <w:r w:rsidR="00CB5CD9">
        <w:rPr>
          <w:rFonts w:eastAsia="黑体" w:hint="eastAsia"/>
          <w:b/>
          <w:sz w:val="36"/>
          <w:szCs w:val="36"/>
        </w:rPr>
        <w:t xml:space="preserve"> </w:t>
      </w:r>
    </w:p>
    <w:p w14:paraId="428F92D4" w14:textId="77777777" w:rsidR="00CB5CD9" w:rsidRDefault="00CB5CD9">
      <w:pPr>
        <w:ind w:firstLine="480"/>
        <w:rPr>
          <w:color w:val="000000"/>
        </w:rPr>
      </w:pPr>
    </w:p>
    <w:p w14:paraId="19009587" w14:textId="77777777" w:rsidR="00CB5CD9" w:rsidRDefault="00CB5CD9">
      <w:pPr>
        <w:ind w:firstLine="480"/>
        <w:rPr>
          <w:color w:val="000000"/>
        </w:rPr>
      </w:pPr>
    </w:p>
    <w:p w14:paraId="46750C99" w14:textId="77777777" w:rsidR="00CB5CD9" w:rsidRDefault="00CB5CD9">
      <w:pPr>
        <w:ind w:firstLine="480"/>
        <w:rPr>
          <w:color w:val="000000"/>
        </w:rPr>
      </w:pPr>
    </w:p>
    <w:p w14:paraId="13711809" w14:textId="77777777" w:rsidR="00CB5CD9" w:rsidRDefault="00CB5CD9">
      <w:pPr>
        <w:ind w:firstLine="480"/>
        <w:rPr>
          <w:color w:val="000000"/>
        </w:rPr>
      </w:pPr>
    </w:p>
    <w:p w14:paraId="74B3CB90" w14:textId="77777777" w:rsidR="00CB5CD9" w:rsidRDefault="00CB5CD9">
      <w:pPr>
        <w:ind w:firstLine="480"/>
        <w:rPr>
          <w:color w:val="000000"/>
        </w:rPr>
      </w:pPr>
    </w:p>
    <w:p w14:paraId="3095394B" w14:textId="77777777" w:rsidR="00CB5CD9" w:rsidRDefault="00CB5CD9">
      <w:pPr>
        <w:ind w:firstLine="480"/>
        <w:rPr>
          <w:color w:val="000000"/>
        </w:rPr>
      </w:pPr>
    </w:p>
    <w:p w14:paraId="67C3ADF6" w14:textId="77777777" w:rsidR="00CB5CD9" w:rsidRDefault="00CB5CD9">
      <w:pPr>
        <w:ind w:firstLine="480"/>
        <w:rPr>
          <w:color w:val="000000"/>
        </w:rPr>
      </w:pPr>
    </w:p>
    <w:p w14:paraId="58F5ADA7" w14:textId="77777777" w:rsidR="00CB5CD9" w:rsidRDefault="00CB5CD9">
      <w:pPr>
        <w:ind w:firstLine="480"/>
        <w:rPr>
          <w:color w:val="000000"/>
        </w:rPr>
      </w:pPr>
    </w:p>
    <w:p w14:paraId="6413C019" w14:textId="77777777" w:rsidR="00CB5CD9" w:rsidRDefault="00CB5CD9">
      <w:pPr>
        <w:ind w:firstLine="480"/>
        <w:rPr>
          <w:color w:val="000000"/>
        </w:rPr>
      </w:pPr>
    </w:p>
    <w:p w14:paraId="64BD7684" w14:textId="77777777" w:rsidR="00CB5CD9" w:rsidRDefault="00CB5CD9">
      <w:pPr>
        <w:ind w:firstLine="480"/>
        <w:rPr>
          <w:color w:val="000000"/>
        </w:rPr>
      </w:pPr>
    </w:p>
    <w:p w14:paraId="2C9C184E" w14:textId="16E32610" w:rsidR="00CB5CD9" w:rsidRDefault="00A25AD6" w:rsidP="00A25AD6">
      <w:pPr>
        <w:rPr>
          <w:color w:val="000000"/>
        </w:rPr>
      </w:pPr>
      <w:r>
        <w:rPr>
          <w:rFonts w:hint="eastAsia"/>
          <w:color w:val="000000"/>
        </w:rPr>
        <w:t xml:space="preserve"> </w:t>
      </w:r>
      <w:r>
        <w:rPr>
          <w:color w:val="000000"/>
        </w:rPr>
        <w:t xml:space="preserve">   </w:t>
      </w:r>
    </w:p>
    <w:p w14:paraId="2337FFB8" w14:textId="77777777" w:rsidR="00A25AD6" w:rsidRDefault="00A25AD6" w:rsidP="00A25AD6">
      <w:pPr>
        <w:rPr>
          <w:color w:val="000000"/>
        </w:rPr>
      </w:pPr>
    </w:p>
    <w:p w14:paraId="7B5D2A1F" w14:textId="239D8EBE"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00BE33EC">
        <w:rPr>
          <w:color w:val="000000"/>
          <w:sz w:val="30"/>
          <w:szCs w:val="30"/>
        </w:rPr>
        <w:t xml:space="preserve">  </w:t>
      </w:r>
      <w:r w:rsidR="00901FF5">
        <w:rPr>
          <w:bCs/>
          <w:color w:val="000000"/>
          <w:sz w:val="30"/>
          <w:szCs w:val="30"/>
          <w:u w:val="single"/>
        </w:rPr>
        <w:t>H</w:t>
      </w:r>
      <w:r w:rsidR="00901FF5">
        <w:rPr>
          <w:rFonts w:hint="eastAsia"/>
          <w:bCs/>
          <w:color w:val="000000"/>
          <w:sz w:val="30"/>
          <w:szCs w:val="30"/>
          <w:u w:val="single"/>
        </w:rPr>
        <w:t>ong</w:t>
      </w:r>
      <w:r w:rsidR="00901FF5">
        <w:rPr>
          <w:bCs/>
          <w:color w:val="000000"/>
          <w:sz w:val="30"/>
          <w:szCs w:val="30"/>
          <w:u w:val="single"/>
        </w:rPr>
        <w:t xml:space="preserve"> Z</w:t>
      </w:r>
      <w:r w:rsidR="00901FF5">
        <w:rPr>
          <w:rFonts w:hint="eastAsia"/>
          <w:bCs/>
          <w:color w:val="000000"/>
          <w:sz w:val="30"/>
          <w:szCs w:val="30"/>
          <w:u w:val="single"/>
        </w:rPr>
        <w:t>hang</w:t>
      </w:r>
      <w:r w:rsidR="00901FF5">
        <w:rPr>
          <w:bCs/>
          <w:color w:val="000000"/>
          <w:sz w:val="30"/>
          <w:szCs w:val="30"/>
          <w:u w:val="single"/>
        </w:rPr>
        <w:t xml:space="preserve"> </w:t>
      </w:r>
      <w:r>
        <w:rPr>
          <w:b/>
          <w:bCs/>
          <w:color w:val="000000"/>
          <w:sz w:val="30"/>
          <w:szCs w:val="30"/>
          <w:u w:val="single"/>
        </w:rPr>
        <w:t xml:space="preserve"> </w:t>
      </w:r>
    </w:p>
    <w:p w14:paraId="4025D389" w14:textId="50A5F47B"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BE33EC">
        <w:rPr>
          <w:rFonts w:eastAsia="黑体"/>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p>
    <w:p w14:paraId="5347662A" w14:textId="7F2590C2" w:rsidR="00F74F42" w:rsidRDefault="00CB5CD9" w:rsidP="00F74F42">
      <w:pPr>
        <w:adjustRightInd w:val="0"/>
        <w:spacing w:line="440" w:lineRule="exact"/>
        <w:ind w:firstLineChars="250" w:firstLine="750"/>
        <w:rPr>
          <w:b/>
          <w:bCs/>
          <w:color w:val="000000"/>
          <w:sz w:val="30"/>
          <w:szCs w:val="30"/>
          <w:u w:val="single"/>
        </w:rPr>
      </w:pPr>
      <w:r>
        <w:rPr>
          <w:rFonts w:eastAsia="黑体"/>
          <w:color w:val="000000"/>
          <w:sz w:val="30"/>
          <w:szCs w:val="30"/>
        </w:rPr>
        <w:t>Faculty Mentor:</w:t>
      </w:r>
      <w:r>
        <w:rPr>
          <w:rFonts w:eastAsia="黑体" w:hint="eastAsia"/>
          <w:color w:val="000000"/>
          <w:sz w:val="30"/>
          <w:szCs w:val="30"/>
        </w:rPr>
        <w:t xml:space="preserve">        </w:t>
      </w:r>
      <w:r w:rsidR="00BE33EC">
        <w:rPr>
          <w:rFonts w:eastAsia="黑体"/>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14:paraId="581EB001" w14:textId="18C53590" w:rsidR="00A25AD6" w:rsidRPr="00F74F42" w:rsidRDefault="00A25AD6" w:rsidP="00F74F42">
      <w:pPr>
        <w:adjustRightInd w:val="0"/>
        <w:spacing w:line="440" w:lineRule="exact"/>
        <w:ind w:firstLineChars="300" w:firstLine="809"/>
        <w:rPr>
          <w:b/>
          <w:bCs/>
          <w:color w:val="000000"/>
          <w:sz w:val="30"/>
          <w:szCs w:val="30"/>
          <w:u w:val="single"/>
        </w:rPr>
      </w:pPr>
      <w:bookmarkStart w:id="3" w:name="_Hlk195620681"/>
      <w:r>
        <w:rPr>
          <w:rFonts w:eastAsia="黑体" w:hint="eastAsia"/>
          <w:color w:val="000000"/>
          <w:w w:val="90"/>
          <w:sz w:val="30"/>
          <w:szCs w:val="30"/>
        </w:rPr>
        <w:t>Industry Collaboration Mentor:</w:t>
      </w:r>
      <w:r>
        <w:rPr>
          <w:rFonts w:eastAsia="黑体" w:hint="eastAsia"/>
          <w:color w:val="000000"/>
          <w:sz w:val="30"/>
          <w:szCs w:val="30"/>
        </w:rPr>
        <w:t xml:space="preserve"> </w:t>
      </w:r>
      <w:r w:rsidR="00732F24" w:rsidRPr="00074697">
        <w:rPr>
          <w:rFonts w:eastAsia="黑体" w:hint="eastAsia"/>
          <w:bCs/>
          <w:color w:val="000000"/>
          <w:sz w:val="30"/>
          <w:szCs w:val="30"/>
          <w:u w:val="single"/>
        </w:rPr>
        <w:t>XXX</w:t>
      </w:r>
      <w:r w:rsidR="00DA6359">
        <w:rPr>
          <w:rFonts w:eastAsia="黑体"/>
          <w:bCs/>
          <w:color w:val="000000"/>
          <w:sz w:val="30"/>
          <w:szCs w:val="30"/>
          <w:u w:val="single"/>
        </w:rPr>
        <w:t xml:space="preserve">     </w:t>
      </w:r>
    </w:p>
    <w:bookmarkEnd w:id="3"/>
    <w:p w14:paraId="1F1BFD44" w14:textId="3A1725DF"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00BE33EC">
        <w:rPr>
          <w:rFonts w:eastAsia="黑体"/>
          <w:color w:val="000000"/>
          <w:sz w:val="30"/>
          <w:szCs w:val="30"/>
        </w:rPr>
        <w:t xml:space="preserve">  </w:t>
      </w:r>
      <w:bookmarkStart w:id="4" w:name="OLE_LINK3"/>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bookmarkEnd w:id="4"/>
    </w:p>
    <w:p w14:paraId="0FCFCCE2" w14:textId="1142732C" w:rsidR="0043677D" w:rsidRDefault="00CB5CD9" w:rsidP="006A7DF3">
      <w:pPr>
        <w:adjustRightInd w:val="0"/>
        <w:spacing w:line="440" w:lineRule="exact"/>
        <w:ind w:firstLineChars="250" w:firstLine="750"/>
        <w:rPr>
          <w:bCs/>
          <w:color w:val="000000"/>
          <w:sz w:val="30"/>
          <w:szCs w:val="30"/>
          <w:u w:val="single"/>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00BE33EC">
        <w:rPr>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w:t>
      </w:r>
      <w:r w:rsidR="00005B2B">
        <w:rPr>
          <w:bCs/>
          <w:color w:val="000000"/>
          <w:sz w:val="30"/>
          <w:szCs w:val="30"/>
          <w:u w:val="single"/>
        </w:rPr>
        <w:t xml:space="preserve"> </w:t>
      </w:r>
      <w:r w:rsidR="00005B2B" w:rsidRPr="00005B2B">
        <w:rPr>
          <w:bCs/>
          <w:color w:val="000000"/>
          <w:sz w:val="30"/>
          <w:szCs w:val="30"/>
          <w:u w:val="single"/>
        </w:rPr>
        <w:t>Professional Accounting</w:t>
      </w:r>
    </w:p>
    <w:p w14:paraId="31F3AFE7" w14:textId="3D4913A9"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BE33EC">
        <w:rPr>
          <w:rFonts w:eastAsia="黑体"/>
          <w:color w:val="000000"/>
          <w:sz w:val="30"/>
          <w:szCs w:val="30"/>
        </w:rPr>
        <w:t xml:space="preserve">  </w:t>
      </w:r>
      <w:r w:rsidR="00005B2B" w:rsidRPr="00005B2B">
        <w:rPr>
          <w:bCs/>
          <w:color w:val="000000"/>
          <w:sz w:val="30"/>
          <w:szCs w:val="30"/>
          <w:u w:val="single"/>
        </w:rPr>
        <w:t>Professional Accounting</w:t>
      </w:r>
    </w:p>
    <w:p w14:paraId="6CAFF46D" w14:textId="5A3FA2DC"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00BE33EC">
        <w:rPr>
          <w:color w:val="000000"/>
          <w:sz w:val="30"/>
          <w:szCs w:val="30"/>
        </w:rPr>
        <w:t xml:space="preserve">  </w:t>
      </w:r>
      <w:r w:rsidRPr="00074697">
        <w:rPr>
          <w:bCs/>
          <w:color w:val="000000"/>
          <w:sz w:val="30"/>
          <w:szCs w:val="30"/>
          <w:u w:val="single"/>
        </w:rPr>
        <w:t>Beijing Institute of Technology</w:t>
      </w:r>
    </w:p>
    <w:p w14:paraId="3540ECB0" w14:textId="19E7039C"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00BE33EC">
        <w:rPr>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w:t>
      </w:r>
      <w:r w:rsidR="008E5501">
        <w:rPr>
          <w:color w:val="000000"/>
          <w:sz w:val="30"/>
          <w:szCs w:val="30"/>
          <w:u w:val="single"/>
        </w:rPr>
        <w:t>2</w:t>
      </w:r>
      <w:r w:rsidR="00BE33EC">
        <w:rPr>
          <w:color w:val="000000"/>
          <w:sz w:val="30"/>
          <w:szCs w:val="30"/>
          <w:u w:val="single"/>
        </w:rPr>
        <w:t>5</w:t>
      </w:r>
    </w:p>
    <w:p w14:paraId="16C4F5C8" w14:textId="77777777" w:rsidR="00CB5CD9" w:rsidRPr="00A93403" w:rsidRDefault="00CB5CD9">
      <w:pPr>
        <w:rPr>
          <w:color w:val="000000"/>
        </w:rPr>
      </w:pPr>
    </w:p>
    <w:p w14:paraId="6266711E" w14:textId="0E306F4E" w:rsidR="00CB5CD9" w:rsidRPr="00683259" w:rsidRDefault="00CB5CD9" w:rsidP="00683259">
      <w:pPr>
        <w:rPr>
          <w:color w:val="000000"/>
        </w:rPr>
      </w:pPr>
      <w:r>
        <w:rPr>
          <w:rFonts w:hint="eastAsia"/>
          <w:color w:val="000000"/>
        </w:rPr>
        <w:tab/>
      </w:r>
    </w:p>
    <w:p w14:paraId="0F0E807D" w14:textId="77777777" w:rsidR="00CB5CD9" w:rsidRDefault="00CB5CD9">
      <w:pPr>
        <w:pStyle w:val="ad"/>
      </w:pPr>
    </w:p>
    <w:p w14:paraId="52DC5E6A" w14:textId="15070306" w:rsidR="008E5501" w:rsidRDefault="00CB5CD9" w:rsidP="008E5501">
      <w:pPr>
        <w:spacing w:beforeLines="100" w:before="312" w:afterLines="100" w:after="312"/>
        <w:jc w:val="center"/>
        <w:rPr>
          <w:rFonts w:ascii="黑体" w:eastAsia="黑体"/>
          <w:b/>
          <w:sz w:val="40"/>
          <w:szCs w:val="40"/>
        </w:rPr>
      </w:pPr>
      <w:r>
        <w:br w:type="page"/>
      </w:r>
      <w:r>
        <w:rPr>
          <w:rFonts w:ascii="黑体" w:eastAsia="黑体" w:hint="eastAsia"/>
          <w:sz w:val="32"/>
          <w:szCs w:val="32"/>
        </w:rPr>
        <w:lastRenderedPageBreak/>
        <w:t xml:space="preserve"> </w:t>
      </w:r>
      <w:r w:rsidR="008E5501">
        <w:rPr>
          <w:rFonts w:ascii="黑体" w:eastAsia="黑体" w:hint="eastAsia"/>
          <w:b/>
          <w:sz w:val="36"/>
          <w:szCs w:val="36"/>
        </w:rPr>
        <w:t>研究成果声明</w:t>
      </w:r>
    </w:p>
    <w:p w14:paraId="6B1EDA41"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t>本人郑重声明：所提交的学位论文是我本人在指导教师的指导下独立完成的研究成果。文中所撰写内容符合以下学术规范（请勾选）：</w:t>
      </w:r>
    </w:p>
    <w:p w14:paraId="19A7CFF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论文综述遵循“适当引用”的规范，全部引用的内容不超过50%。</w:t>
      </w:r>
    </w:p>
    <w:p w14:paraId="55E24DB6"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论文中的研究数据及结果不存在篡改、剽窃、抄袭、伪造等学术不端行为，并愿意承担</w:t>
      </w:r>
      <w:proofErr w:type="gramStart"/>
      <w:r>
        <w:rPr>
          <w:rFonts w:ascii="宋体" w:hAnsi="宋体" w:cs="宋体" w:hint="eastAsia"/>
          <w:sz w:val="32"/>
          <w:szCs w:val="32"/>
        </w:rPr>
        <w:t>因学术</w:t>
      </w:r>
      <w:proofErr w:type="gramEnd"/>
      <w:r>
        <w:rPr>
          <w:rFonts w:ascii="宋体" w:hAnsi="宋体" w:cs="宋体" w:hint="eastAsia"/>
          <w:sz w:val="32"/>
          <w:szCs w:val="32"/>
        </w:rPr>
        <w:t>不端行为所带来的一切后果和法律责任。</w:t>
      </w:r>
    </w:p>
    <w:p w14:paraId="65CC192E"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文中依法引用他人的成果，均已做出明确标注或得到许可。</w:t>
      </w:r>
    </w:p>
    <w:p w14:paraId="61EEE04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论文内容未包含法律意义上已属于他人的任何形式的研究成果，也不包含本人已用于其他学位申请的论文或成果。</w:t>
      </w:r>
    </w:p>
    <w:p w14:paraId="241F43E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与本人一同工作的合作者对此研究工作所做的任何贡献均已在学位论文中作了明确的说明并表示了谢意。</w:t>
      </w:r>
    </w:p>
    <w:p w14:paraId="5E7D10FE"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特此声明。</w:t>
      </w:r>
    </w:p>
    <w:p w14:paraId="7F01C7D2" w14:textId="77777777" w:rsidR="008E5501" w:rsidRDefault="008E5501" w:rsidP="008E5501">
      <w:pPr>
        <w:spacing w:line="440" w:lineRule="exact"/>
        <w:ind w:firstLine="560"/>
        <w:rPr>
          <w:rFonts w:ascii="宋体" w:hAnsi="宋体" w:cs="宋体"/>
          <w:sz w:val="28"/>
          <w:szCs w:val="28"/>
        </w:rPr>
      </w:pPr>
    </w:p>
    <w:p w14:paraId="025BC48B" w14:textId="77777777" w:rsidR="008E5501" w:rsidRDefault="008E5501" w:rsidP="008E5501">
      <w:pPr>
        <w:spacing w:line="440" w:lineRule="exact"/>
        <w:ind w:firstLine="560"/>
        <w:rPr>
          <w:rFonts w:ascii="宋体" w:hAnsi="宋体" w:cs="宋体"/>
          <w:sz w:val="32"/>
        </w:rPr>
      </w:pPr>
    </w:p>
    <w:p w14:paraId="158FC8B6" w14:textId="77777777" w:rsidR="008E5501" w:rsidRDefault="008E5501" w:rsidP="008E5501">
      <w:pPr>
        <w:spacing w:line="440" w:lineRule="exact"/>
        <w:ind w:firstLine="560"/>
        <w:rPr>
          <w:rFonts w:ascii="宋体" w:hAnsi="宋体" w:cs="宋体"/>
          <w:sz w:val="32"/>
        </w:rPr>
      </w:pPr>
    </w:p>
    <w:p w14:paraId="4813BB25" w14:textId="77777777" w:rsidR="008E5501" w:rsidRDefault="008E5501" w:rsidP="008E5501">
      <w:pPr>
        <w:ind w:firstLine="560"/>
        <w:rPr>
          <w:rFonts w:ascii="宋体" w:hAnsi="宋体" w:cs="宋体"/>
          <w:sz w:val="32"/>
        </w:rPr>
      </w:pPr>
      <w:r>
        <w:rPr>
          <w:rFonts w:ascii="宋体" w:hAnsi="宋体" w:cs="宋体" w:hint="eastAsia"/>
          <w:sz w:val="32"/>
        </w:rPr>
        <w:t xml:space="preserve">        签   名：              日 期：</w:t>
      </w:r>
    </w:p>
    <w:p w14:paraId="37FF60CB" w14:textId="77777777" w:rsidR="008E5501" w:rsidRDefault="008E5501" w:rsidP="008E5501">
      <w:pPr>
        <w:ind w:firstLine="560"/>
        <w:rPr>
          <w:rFonts w:ascii="宋体" w:hAnsi="宋体"/>
          <w:sz w:val="28"/>
        </w:rPr>
      </w:pPr>
    </w:p>
    <w:p w14:paraId="5B312A3B" w14:textId="77777777" w:rsidR="008E5501" w:rsidRDefault="008E5501" w:rsidP="008E5501">
      <w:pPr>
        <w:ind w:firstLine="560"/>
        <w:rPr>
          <w:rFonts w:ascii="宋体" w:hAnsi="宋体"/>
          <w:sz w:val="28"/>
        </w:rPr>
      </w:pPr>
    </w:p>
    <w:p w14:paraId="082DF526" w14:textId="77777777" w:rsidR="008E5501" w:rsidRDefault="008E5501" w:rsidP="008E5501">
      <w:pPr>
        <w:rPr>
          <w:rFonts w:ascii="黑体" w:eastAsia="黑体" w:hAnsi="宋体"/>
          <w:b/>
          <w:sz w:val="32"/>
          <w:szCs w:val="32"/>
        </w:rPr>
      </w:pPr>
    </w:p>
    <w:p w14:paraId="6A951185" w14:textId="77777777" w:rsidR="008E5501" w:rsidRDefault="008E5501" w:rsidP="008E5501">
      <w:pPr>
        <w:spacing w:beforeLines="100" w:before="312" w:afterLines="100" w:after="312"/>
        <w:jc w:val="center"/>
        <w:rPr>
          <w:rFonts w:ascii="黑体" w:eastAsia="黑体"/>
          <w:b/>
          <w:sz w:val="36"/>
          <w:szCs w:val="36"/>
        </w:rPr>
      </w:pPr>
      <w:r>
        <w:rPr>
          <w:rFonts w:ascii="黑体" w:eastAsia="黑体" w:hint="eastAsia"/>
          <w:b/>
          <w:sz w:val="36"/>
          <w:szCs w:val="36"/>
        </w:rPr>
        <w:lastRenderedPageBreak/>
        <w:t>关于学位论文使用权的说明</w:t>
      </w:r>
    </w:p>
    <w:p w14:paraId="73CE026A"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本人完全了解北京理工大学有关保管、使用学位论文的规定，其中包括：</w:t>
      </w:r>
    </w:p>
    <w:p w14:paraId="413F9A50"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①学校有权保管、并向有关部门送交学位论文的原件与复印件；</w:t>
      </w:r>
    </w:p>
    <w:p w14:paraId="400FC801"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②学校可以采用影印、缩印或其它复制手段复制并保存学位论文；</w:t>
      </w:r>
    </w:p>
    <w:p w14:paraId="38789924"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③学校可允许学位论文被查阅或借阅；</w:t>
      </w:r>
    </w:p>
    <w:p w14:paraId="0597DE90"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④学校可以学术交流为目的,复制赠送和交换学位论文；</w:t>
      </w:r>
    </w:p>
    <w:p w14:paraId="2E41DDAE" w14:textId="77777777" w:rsidR="008E5501" w:rsidRDefault="008E5501" w:rsidP="008E5501">
      <w:pPr>
        <w:spacing w:line="560" w:lineRule="exact"/>
        <w:ind w:firstLine="560"/>
        <w:rPr>
          <w:rFonts w:ascii="宋体" w:hAnsi="宋体" w:cs="宋体"/>
          <w:sz w:val="28"/>
          <w:szCs w:val="28"/>
        </w:rPr>
      </w:pPr>
      <w:r>
        <w:rPr>
          <w:rFonts w:ascii="宋体" w:hAnsi="宋体" w:cs="宋体" w:hint="eastAsia"/>
          <w:sz w:val="32"/>
          <w:szCs w:val="32"/>
        </w:rPr>
        <w:t>⑤学校可以公布学位论文的全部或部分内容（保密学位论文在解密后遵守此规定）。</w:t>
      </w:r>
    </w:p>
    <w:p w14:paraId="2FE22BDC" w14:textId="77777777" w:rsidR="008E5501" w:rsidRDefault="008E5501" w:rsidP="008E5501">
      <w:pPr>
        <w:ind w:firstLineChars="800" w:firstLine="2560"/>
        <w:rPr>
          <w:rFonts w:ascii="宋体" w:hAnsi="宋体" w:cs="宋体"/>
          <w:sz w:val="32"/>
        </w:rPr>
      </w:pPr>
    </w:p>
    <w:p w14:paraId="12B973FC" w14:textId="77777777" w:rsidR="008E5501" w:rsidRDefault="008E5501" w:rsidP="008E5501">
      <w:pPr>
        <w:rPr>
          <w:rFonts w:ascii="宋体" w:hAnsi="宋体" w:cs="宋体"/>
          <w:sz w:val="32"/>
        </w:rPr>
      </w:pPr>
    </w:p>
    <w:p w14:paraId="6FA354F3" w14:textId="77777777" w:rsidR="008E5501" w:rsidRDefault="008E5501" w:rsidP="008E5501">
      <w:pPr>
        <w:ind w:firstLineChars="800" w:firstLine="2560"/>
        <w:rPr>
          <w:rFonts w:ascii="宋体" w:hAnsi="宋体" w:cs="宋体"/>
          <w:sz w:val="32"/>
        </w:rPr>
      </w:pPr>
    </w:p>
    <w:p w14:paraId="67FED647" w14:textId="77777777" w:rsidR="008E5501" w:rsidRDefault="008E5501" w:rsidP="008E5501">
      <w:pPr>
        <w:ind w:firstLineChars="700" w:firstLine="2240"/>
        <w:rPr>
          <w:rFonts w:ascii="宋体" w:hAnsi="宋体" w:cs="宋体"/>
          <w:sz w:val="32"/>
        </w:rPr>
      </w:pPr>
      <w:r>
        <w:rPr>
          <w:rFonts w:ascii="宋体" w:hAnsi="宋体" w:cs="宋体" w:hint="eastAsia"/>
          <w:sz w:val="32"/>
        </w:rPr>
        <w:t>签    名：            日期：</w:t>
      </w:r>
    </w:p>
    <w:p w14:paraId="366F4021" w14:textId="77777777" w:rsidR="008E5501" w:rsidRDefault="008E5501" w:rsidP="008E5501">
      <w:pPr>
        <w:ind w:firstLine="560"/>
        <w:rPr>
          <w:rFonts w:ascii="宋体" w:hAnsi="宋体" w:cs="宋体"/>
          <w:sz w:val="32"/>
        </w:rPr>
      </w:pPr>
      <w:r>
        <w:rPr>
          <w:rFonts w:ascii="宋体" w:hAnsi="宋体" w:cs="宋体" w:hint="eastAsia"/>
          <w:sz w:val="32"/>
        </w:rPr>
        <w:t xml:space="preserve">            </w:t>
      </w:r>
    </w:p>
    <w:p w14:paraId="64FBFFC3" w14:textId="77777777" w:rsidR="008E5501" w:rsidRDefault="008E5501" w:rsidP="008E5501">
      <w:pPr>
        <w:ind w:firstLineChars="700" w:firstLine="2240"/>
        <w:rPr>
          <w:rFonts w:ascii="宋体" w:hAnsi="宋体" w:cs="宋体"/>
          <w:sz w:val="32"/>
        </w:rPr>
        <w:sectPr w:rsidR="008E5501">
          <w:footerReference w:type="default" r:id="rId10"/>
          <w:pgSz w:w="11906" w:h="16838"/>
          <w:pgMar w:top="1985" w:right="1531" w:bottom="1418" w:left="1531" w:header="1418" w:footer="1021" w:gutter="0"/>
          <w:cols w:space="720"/>
          <w:docGrid w:type="lines" w:linePitch="312"/>
        </w:sectPr>
      </w:pPr>
      <w:r>
        <w:rPr>
          <w:rFonts w:ascii="宋体" w:hAnsi="宋体" w:cs="宋体" w:hint="eastAsia"/>
          <w:sz w:val="32"/>
        </w:rPr>
        <w:t>导师签名：            日期：</w:t>
      </w:r>
    </w:p>
    <w:p w14:paraId="2B504F94" w14:textId="77777777" w:rsidR="009E3C70" w:rsidRDefault="00CB5CD9" w:rsidP="0043677D">
      <w:pPr>
        <w:spacing w:afterLines="100" w:after="312" w:line="440" w:lineRule="exact"/>
        <w:jc w:val="center"/>
        <w:rPr>
          <w:rFonts w:ascii="黑体" w:eastAsia="黑体"/>
          <w:b/>
          <w:sz w:val="32"/>
          <w:szCs w:val="32"/>
        </w:rPr>
      </w:pPr>
      <w:r>
        <w:rPr>
          <w:rFonts w:ascii="黑体" w:eastAsia="黑体" w:hint="eastAsia"/>
          <w:b/>
          <w:sz w:val="32"/>
          <w:szCs w:val="32"/>
        </w:rPr>
        <w:lastRenderedPageBreak/>
        <w:t>摘要</w:t>
      </w:r>
    </w:p>
    <w:p w14:paraId="43099FA1" w14:textId="0EDF4D9D"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bookmarkStart w:id="5" w:name="_Hlk194063846"/>
      <w:r w:rsidR="00683259">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摘要是一篇具有独立性和完整性的短文，应概括而扼要地反映出本论文的主要内容。包括研究目的、研究方法、研究结果和结论等，特别要突出研究结果和结论。中文摘要力求语言精炼准确，博士学位论文建议</w:t>
      </w:r>
      <w:r w:rsidR="00683259" w:rsidRPr="00683259">
        <w:rPr>
          <w:rFonts w:hAnsi="宋体"/>
          <w:color w:val="0000FF"/>
          <w:sz w:val="24"/>
        </w:rPr>
        <w:t>1000~1200</w:t>
      </w:r>
      <w:r w:rsidR="00683259">
        <w:rPr>
          <w:rFonts w:hAnsi="宋体" w:hint="eastAsia"/>
          <w:color w:val="0000FF"/>
          <w:sz w:val="24"/>
        </w:rPr>
        <w:t>字，硕士学位论文摘要建议</w:t>
      </w:r>
      <w:r w:rsidR="00683259" w:rsidRPr="00683259">
        <w:rPr>
          <w:rFonts w:hAnsi="宋体"/>
          <w:color w:val="0000FF"/>
          <w:sz w:val="24"/>
        </w:rPr>
        <w:t>500~800</w:t>
      </w:r>
      <w:r w:rsidR="00683259">
        <w:rPr>
          <w:rFonts w:hAnsi="宋体" w:hint="eastAsia"/>
          <w:color w:val="0000FF"/>
          <w:sz w:val="24"/>
        </w:rPr>
        <w:t>字。摘要中不可出现参考文献、图、表、化学结构式、非公知公用的符号和术语。英文摘要与中文摘要的内容应</w:t>
      </w:r>
      <w:r w:rsidR="00683259">
        <w:rPr>
          <w:rFonts w:hAnsi="宋体"/>
          <w:color w:val="0000FF"/>
          <w:sz w:val="24"/>
        </w:rPr>
        <w:t>完全</w:t>
      </w:r>
      <w:r w:rsidR="00683259">
        <w:rPr>
          <w:rFonts w:hAnsi="宋体" w:hint="eastAsia"/>
          <w:color w:val="0000FF"/>
          <w:sz w:val="24"/>
        </w:rPr>
        <w:t>一致</w:t>
      </w:r>
      <w:r w:rsidR="00683259">
        <w:rPr>
          <w:rFonts w:hAnsi="宋体"/>
          <w:color w:val="0000FF"/>
          <w:sz w:val="24"/>
        </w:rPr>
        <w:t>，在语法、用词上应准确无误</w:t>
      </w:r>
      <w:r w:rsidR="00683259">
        <w:rPr>
          <w:rFonts w:hAnsi="宋体" w:hint="eastAsia"/>
          <w:color w:val="0000FF"/>
          <w:sz w:val="24"/>
        </w:rPr>
        <w:t>，语言简练通顺。留学生的英文版博士学位论文中应有不少于</w:t>
      </w:r>
      <w:r w:rsidR="00683259">
        <w:rPr>
          <w:rFonts w:hAnsi="宋体" w:hint="eastAsia"/>
          <w:color w:val="0000FF"/>
          <w:sz w:val="24"/>
        </w:rPr>
        <w:t>3000</w:t>
      </w:r>
      <w:r w:rsidR="00683259">
        <w:rPr>
          <w:rFonts w:hAnsi="宋体" w:hint="eastAsia"/>
          <w:color w:val="0000FF"/>
          <w:sz w:val="24"/>
        </w:rPr>
        <w:t>字的“详细中文摘要”</w:t>
      </w:r>
      <w:r w:rsidR="00B754E7">
        <w:rPr>
          <w:rFonts w:hAnsi="宋体" w:hint="eastAsia"/>
          <w:color w:val="0000FF"/>
          <w:sz w:val="24"/>
        </w:rPr>
        <w:t>。</w:t>
      </w:r>
      <w:bookmarkEnd w:id="5"/>
      <w:r w:rsidR="00B754E7">
        <w:rPr>
          <w:rFonts w:hAnsi="宋体" w:hint="eastAsia"/>
          <w:color w:val="0000FF"/>
          <w:sz w:val="24"/>
        </w:rPr>
        <w:t>）</w:t>
      </w:r>
    </w:p>
    <w:p w14:paraId="633DCC89" w14:textId="711591E9" w:rsidR="00CB5CD9" w:rsidRDefault="00CB5CD9" w:rsidP="0043677D">
      <w:pPr>
        <w:spacing w:beforeLines="100" w:before="312" w:line="440" w:lineRule="exact"/>
        <w:rPr>
          <w:rFonts w:ascii="宋体" w:hAnsi="宋体"/>
          <w:b/>
          <w:sz w:val="24"/>
        </w:rPr>
      </w:pPr>
      <w:r>
        <w:rPr>
          <w:rFonts w:ascii="宋体" w:hAnsi="宋体" w:hint="eastAsia"/>
          <w:b/>
          <w:sz w:val="24"/>
        </w:rPr>
        <w:t>关键词：</w:t>
      </w:r>
      <w:r w:rsidR="00582CA8" w:rsidRPr="00582CA8">
        <w:rPr>
          <w:rFonts w:ascii="宋体" w:hAnsi="宋体" w:hint="eastAsia"/>
          <w:sz w:val="24"/>
        </w:rPr>
        <w:t>精益生产</w:t>
      </w:r>
      <w:r w:rsidR="00582CA8">
        <w:rPr>
          <w:rFonts w:ascii="宋体" w:hAnsi="宋体" w:hint="eastAsia"/>
          <w:sz w:val="24"/>
        </w:rPr>
        <w:t>；</w:t>
      </w:r>
      <w:r w:rsidR="00582CA8" w:rsidRPr="00582CA8">
        <w:rPr>
          <w:rFonts w:ascii="宋体" w:hAnsi="宋体" w:hint="eastAsia"/>
          <w:sz w:val="24"/>
        </w:rPr>
        <w:t>产品精益研发</w:t>
      </w:r>
      <w:r w:rsidR="00582CA8">
        <w:rPr>
          <w:rFonts w:ascii="宋体" w:hAnsi="宋体" w:hint="eastAsia"/>
          <w:sz w:val="24"/>
        </w:rPr>
        <w:t>；</w:t>
      </w:r>
      <w:r w:rsidR="00582CA8" w:rsidRPr="00582CA8">
        <w:rPr>
          <w:rFonts w:ascii="宋体" w:hAnsi="宋体" w:hint="eastAsia"/>
          <w:sz w:val="24"/>
        </w:rPr>
        <w:t>精益原则</w:t>
      </w:r>
      <w:r w:rsidR="00582CA8">
        <w:rPr>
          <w:rFonts w:ascii="宋体" w:hAnsi="宋体" w:hint="eastAsia"/>
          <w:sz w:val="24"/>
        </w:rPr>
        <w:t>；</w:t>
      </w:r>
      <w:r w:rsidR="00582CA8" w:rsidRPr="00582CA8">
        <w:rPr>
          <w:rFonts w:ascii="宋体" w:hAnsi="宋体" w:hint="eastAsia"/>
          <w:sz w:val="24"/>
        </w:rPr>
        <w:t>七大浪费</w:t>
      </w:r>
      <w:r w:rsidR="00582CA8">
        <w:rPr>
          <w:rFonts w:ascii="宋体" w:hAnsi="宋体" w:hint="eastAsia"/>
          <w:sz w:val="24"/>
        </w:rPr>
        <w:t>；</w:t>
      </w:r>
      <w:r w:rsidR="00582CA8" w:rsidRPr="00582CA8">
        <w:rPr>
          <w:rFonts w:ascii="宋体" w:hAnsi="宋体" w:hint="eastAsia"/>
          <w:sz w:val="24"/>
        </w:rPr>
        <w:t>价值</w:t>
      </w:r>
      <w:proofErr w:type="gramStart"/>
      <w:r w:rsidR="00582CA8" w:rsidRPr="00582CA8">
        <w:rPr>
          <w:rFonts w:ascii="宋体" w:hAnsi="宋体" w:hint="eastAsia"/>
          <w:sz w:val="24"/>
        </w:rPr>
        <w:t>流图析法</w:t>
      </w:r>
      <w:proofErr w:type="gramEnd"/>
      <w:r>
        <w:rPr>
          <w:rFonts w:ascii="宋体" w:hAnsi="宋体" w:hint="eastAsia"/>
          <w:b/>
          <w:sz w:val="24"/>
        </w:rPr>
        <w:t>（</w:t>
      </w:r>
      <w:bookmarkStart w:id="6" w:name="_Hlk194063863"/>
      <w:r w:rsidR="00B754E7">
        <w:rPr>
          <w:rFonts w:ascii="宋体" w:hAnsi="宋体" w:hint="eastAsia"/>
          <w:b/>
          <w:sz w:val="24"/>
        </w:rPr>
        <w:t>硕士</w:t>
      </w:r>
      <w:r w:rsidR="00B754E7">
        <w:rPr>
          <w:rFonts w:hAnsi="宋体" w:hint="eastAsia"/>
          <w:color w:val="0000FF"/>
          <w:sz w:val="24"/>
        </w:rPr>
        <w:t>一般选</w:t>
      </w:r>
      <w:r w:rsidR="00B754E7">
        <w:rPr>
          <w:color w:val="0000FF"/>
          <w:sz w:val="24"/>
        </w:rPr>
        <w:t>3</w:t>
      </w:r>
      <w:r w:rsidR="00B754E7">
        <w:rPr>
          <w:rFonts w:hAnsi="宋体" w:hint="eastAsia"/>
          <w:color w:val="0000FF"/>
          <w:sz w:val="24"/>
        </w:rPr>
        <w:t>～</w:t>
      </w:r>
      <w:r w:rsidR="00B754E7">
        <w:rPr>
          <w:rFonts w:hint="eastAsia"/>
          <w:color w:val="0000FF"/>
          <w:sz w:val="24"/>
        </w:rPr>
        <w:t>6</w:t>
      </w:r>
      <w:r w:rsidR="00B754E7">
        <w:rPr>
          <w:rFonts w:hAnsi="宋体" w:hint="eastAsia"/>
          <w:color w:val="0000FF"/>
          <w:sz w:val="24"/>
        </w:rPr>
        <w:t>个单词或专业术语，博士一般选</w:t>
      </w:r>
      <w:r w:rsidR="00B754E7">
        <w:rPr>
          <w:color w:val="0000FF"/>
          <w:sz w:val="24"/>
        </w:rPr>
        <w:t>3</w:t>
      </w:r>
      <w:r w:rsidR="00B754E7">
        <w:rPr>
          <w:rFonts w:hAnsi="宋体" w:hint="eastAsia"/>
          <w:color w:val="0000FF"/>
          <w:sz w:val="24"/>
        </w:rPr>
        <w:t>～</w:t>
      </w:r>
      <w:r w:rsidR="00B754E7">
        <w:rPr>
          <w:color w:val="0000FF"/>
          <w:sz w:val="24"/>
        </w:rPr>
        <w:t>8</w:t>
      </w:r>
      <w:r w:rsidR="00B754E7">
        <w:rPr>
          <w:rFonts w:hAnsi="宋体" w:hint="eastAsia"/>
          <w:color w:val="0000FF"/>
          <w:sz w:val="24"/>
        </w:rPr>
        <w:t>个单词或专业术语，且中英文关键词必须对应。【提醒】关键词不要与学科或专业名称等专有名词一致或相近。</w:t>
      </w:r>
      <w:r>
        <w:rPr>
          <w:rFonts w:hAnsi="宋体" w:hint="eastAsia"/>
          <w:sz w:val="24"/>
        </w:rPr>
        <w:t>）</w:t>
      </w:r>
    </w:p>
    <w:bookmarkEnd w:id="6"/>
    <w:p w14:paraId="54DC96EF" w14:textId="77777777" w:rsidR="00CB5CD9" w:rsidRDefault="00CB5CD9">
      <w:pPr>
        <w:spacing w:line="440" w:lineRule="exact"/>
        <w:rPr>
          <w:rFonts w:ascii="宋体" w:hAnsi="宋体"/>
          <w:sz w:val="24"/>
        </w:rPr>
      </w:pPr>
    </w:p>
    <w:p w14:paraId="2D972FA2" w14:textId="77777777" w:rsidR="00CB5CD9" w:rsidRDefault="00CB5CD9" w:rsidP="0043677D">
      <w:pPr>
        <w:spacing w:afterLines="100" w:after="312" w:line="440" w:lineRule="exact"/>
        <w:jc w:val="center"/>
        <w:rPr>
          <w:b/>
          <w:sz w:val="32"/>
          <w:szCs w:val="32"/>
        </w:rPr>
      </w:pPr>
      <w:r>
        <w:rPr>
          <w:rFonts w:ascii="黑体" w:eastAsia="黑体"/>
          <w:sz w:val="32"/>
          <w:szCs w:val="32"/>
        </w:rPr>
        <w:br w:type="page"/>
      </w:r>
      <w:r>
        <w:rPr>
          <w:b/>
          <w:sz w:val="32"/>
          <w:szCs w:val="32"/>
        </w:rPr>
        <w:lastRenderedPageBreak/>
        <w:t>Abstract</w:t>
      </w:r>
    </w:p>
    <w:p w14:paraId="1C0B2768" w14:textId="77777777" w:rsidR="00CB5CD9" w:rsidRDefault="007D0AFC" w:rsidP="00B465E5">
      <w:pPr>
        <w:spacing w:line="440" w:lineRule="exact"/>
        <w:ind w:firstLineChars="200" w:firstLine="480"/>
        <w:rPr>
          <w:sz w:val="24"/>
        </w:rPr>
      </w:pPr>
      <w:r w:rsidRPr="007D0AFC">
        <w:rPr>
          <w:sz w:val="24"/>
        </w:rPr>
        <w:t>As global competition inten</w:t>
      </w:r>
      <w:r>
        <w:rPr>
          <w:sz w:val="24"/>
        </w:rPr>
        <w:t>sifies</w:t>
      </w:r>
      <w:r>
        <w:rPr>
          <w:rFonts w:hint="eastAsia"/>
          <w:sz w:val="24"/>
        </w:rPr>
        <w:t>,</w:t>
      </w:r>
      <w:r>
        <w:rPr>
          <w:sz w:val="24"/>
        </w:rPr>
        <w:t xml:space="preserve"> </w:t>
      </w:r>
      <w:r w:rsidR="00CB5CD9" w:rsidRPr="007D0AFC">
        <w:rPr>
          <w:rFonts w:hint="eastAsia"/>
          <w:sz w:val="24"/>
        </w:rPr>
        <w:t>……</w:t>
      </w:r>
      <w:r w:rsidR="00CB5CD9">
        <w:rPr>
          <w:sz w:val="24"/>
        </w:rPr>
        <w:t>.</w:t>
      </w:r>
    </w:p>
    <w:p w14:paraId="72F3742E" w14:textId="77777777" w:rsidR="00CB5CD9" w:rsidRDefault="00CB5CD9" w:rsidP="0043677D">
      <w:pPr>
        <w:spacing w:beforeLines="100" w:before="312" w:line="440" w:lineRule="exact"/>
        <w:rPr>
          <w:sz w:val="24"/>
        </w:rPr>
      </w:pPr>
      <w:r>
        <w:rPr>
          <w:b/>
          <w:sz w:val="24"/>
        </w:rPr>
        <w:t xml:space="preserve">Key </w:t>
      </w:r>
      <w:r>
        <w:rPr>
          <w:rFonts w:hint="eastAsia"/>
          <w:b/>
          <w:sz w:val="24"/>
        </w:rPr>
        <w:t>W</w:t>
      </w:r>
      <w:r>
        <w:rPr>
          <w:b/>
          <w:sz w:val="24"/>
        </w:rPr>
        <w:t>ords</w:t>
      </w:r>
      <w:r>
        <w:rPr>
          <w:sz w:val="24"/>
        </w:rPr>
        <w:t xml:space="preserve">: </w:t>
      </w:r>
      <w:r w:rsidR="007D0AFC" w:rsidRPr="007D0AFC">
        <w:rPr>
          <w:sz w:val="24"/>
        </w:rPr>
        <w:t xml:space="preserve">Lean </w:t>
      </w:r>
      <w:r w:rsidR="007D0AFC">
        <w:rPr>
          <w:sz w:val="24"/>
        </w:rPr>
        <w:t>P</w:t>
      </w:r>
      <w:r w:rsidR="007D0AFC" w:rsidRPr="007D0AFC">
        <w:rPr>
          <w:sz w:val="24"/>
        </w:rPr>
        <w:t xml:space="preserve">roduction; Lean Development of Products; Seven </w:t>
      </w:r>
      <w:r w:rsidR="007D0AFC">
        <w:rPr>
          <w:sz w:val="24"/>
        </w:rPr>
        <w:t>K</w:t>
      </w:r>
      <w:r w:rsidR="007D0AFC" w:rsidRPr="007D0AFC">
        <w:rPr>
          <w:sz w:val="24"/>
        </w:rPr>
        <w:t xml:space="preserve">inds of </w:t>
      </w:r>
      <w:r w:rsidR="007D0AFC">
        <w:rPr>
          <w:sz w:val="24"/>
        </w:rPr>
        <w:t>W</w:t>
      </w:r>
      <w:r w:rsidR="007D0AFC" w:rsidRPr="007D0AFC">
        <w:rPr>
          <w:sz w:val="24"/>
        </w:rPr>
        <w:t>aste; VSM (Value Stream Mapping)</w:t>
      </w:r>
    </w:p>
    <w:p w14:paraId="00BCF9C8" w14:textId="77777777" w:rsidR="00CB5CD9" w:rsidRDefault="00CB5CD9">
      <w:pPr>
        <w:spacing w:line="400" w:lineRule="exact"/>
        <w:rPr>
          <w:sz w:val="24"/>
        </w:rPr>
      </w:pPr>
    </w:p>
    <w:p w14:paraId="6CC724E0" w14:textId="77777777" w:rsidR="00CB5CD9" w:rsidRDefault="00CB5CD9" w:rsidP="0043677D">
      <w:pPr>
        <w:pStyle w:val="TOC1"/>
        <w:spacing w:before="0" w:afterLines="100" w:after="312" w:line="440" w:lineRule="exact"/>
        <w:jc w:val="center"/>
        <w:rPr>
          <w:rFonts w:ascii="黑体" w:eastAsia="黑体"/>
          <w:sz w:val="32"/>
          <w:szCs w:val="32"/>
        </w:rPr>
      </w:pPr>
      <w:r>
        <w:br w:type="page"/>
      </w:r>
      <w:r>
        <w:rPr>
          <w:rFonts w:ascii="黑体" w:eastAsia="黑体" w:hint="eastAsia"/>
          <w:sz w:val="32"/>
          <w:szCs w:val="32"/>
        </w:rPr>
        <w:lastRenderedPageBreak/>
        <w:t>目录</w:t>
      </w:r>
    </w:p>
    <w:p w14:paraId="2EDEA08F" w14:textId="40A2F97E" w:rsidR="009C46CE" w:rsidRPr="009C46CE" w:rsidRDefault="0086499F" w:rsidP="009C46CE">
      <w:pPr>
        <w:pStyle w:val="TOC1"/>
        <w:tabs>
          <w:tab w:val="right" w:leader="dot" w:pos="8834"/>
        </w:tabs>
        <w:spacing w:before="0" w:line="440" w:lineRule="exact"/>
        <w:rPr>
          <w:rStyle w:val="af"/>
          <w:rFonts w:ascii="宋体" w:hAnsi="宋体"/>
          <w:sz w:val="28"/>
          <w:szCs w:val="28"/>
        </w:rPr>
      </w:pPr>
      <w:r w:rsidRPr="009C46CE">
        <w:rPr>
          <w:rStyle w:val="af"/>
          <w:rFonts w:ascii="宋体" w:hAnsi="宋体"/>
          <w:noProof/>
          <w:sz w:val="28"/>
          <w:szCs w:val="28"/>
        </w:rPr>
        <w:fldChar w:fldCharType="begin"/>
      </w:r>
      <w:r w:rsidR="00CB5CD9" w:rsidRPr="009C46CE">
        <w:rPr>
          <w:rStyle w:val="af"/>
          <w:rFonts w:ascii="宋体" w:hAnsi="宋体"/>
          <w:noProof/>
          <w:sz w:val="28"/>
          <w:szCs w:val="28"/>
        </w:rPr>
        <w:instrText xml:space="preserve"> TOC \o "1-3" \h \z \u </w:instrText>
      </w:r>
      <w:r w:rsidRPr="009C46CE">
        <w:rPr>
          <w:rStyle w:val="af"/>
          <w:rFonts w:ascii="宋体" w:hAnsi="宋体"/>
          <w:noProof/>
          <w:sz w:val="28"/>
          <w:szCs w:val="28"/>
        </w:rPr>
        <w:fldChar w:fldCharType="separate"/>
      </w:r>
      <w:hyperlink w:anchor="_Toc4150144"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1</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绪论</w:t>
        </w:r>
        <w:r w:rsidR="009C46CE" w:rsidRPr="009C46CE">
          <w:rPr>
            <w:rStyle w:val="af"/>
            <w:rFonts w:ascii="宋体" w:hAnsi="宋体"/>
            <w:b w:val="0"/>
            <w:webHidden/>
            <w:sz w:val="28"/>
            <w:szCs w:val="28"/>
          </w:rPr>
          <w:tab/>
        </w:r>
        <w:r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_Toc4150144 \h </w:instrText>
        </w:r>
        <w:r w:rsidRPr="009C46CE">
          <w:rPr>
            <w:rStyle w:val="af"/>
            <w:rFonts w:ascii="宋体" w:hAnsi="宋体"/>
            <w:b w:val="0"/>
            <w:webHidden/>
            <w:sz w:val="28"/>
            <w:szCs w:val="28"/>
          </w:rPr>
        </w:r>
        <w:r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1</w:t>
        </w:r>
        <w:r w:rsidRPr="009C46CE">
          <w:rPr>
            <w:rStyle w:val="af"/>
            <w:rFonts w:ascii="宋体" w:hAnsi="宋体"/>
            <w:b w:val="0"/>
            <w:webHidden/>
            <w:sz w:val="28"/>
            <w:szCs w:val="28"/>
          </w:rPr>
          <w:fldChar w:fldCharType="end"/>
        </w:r>
      </w:hyperlink>
    </w:p>
    <w:p w14:paraId="2DC264A5" w14:textId="04D65C75" w:rsidR="009C46CE" w:rsidRPr="00B465E5" w:rsidRDefault="006B40F8" w:rsidP="00FA0E3F">
      <w:pPr>
        <w:pStyle w:val="TOC1"/>
        <w:tabs>
          <w:tab w:val="right" w:leader="dot" w:pos="8834"/>
        </w:tabs>
        <w:spacing w:before="0" w:line="440" w:lineRule="exact"/>
        <w:ind w:firstLineChars="200" w:firstLine="482"/>
        <w:rPr>
          <w:rStyle w:val="af"/>
          <w:rFonts w:ascii="宋体" w:hAnsi="宋体"/>
        </w:rPr>
      </w:pPr>
      <w:hyperlink w:anchor="_Toc4150145" w:history="1">
        <w:r w:rsidR="009C46CE" w:rsidRPr="00B465E5">
          <w:rPr>
            <w:rStyle w:val="af"/>
            <w:rFonts w:ascii="宋体" w:hAnsi="宋体"/>
            <w:b w:val="0"/>
            <w:noProof/>
          </w:rPr>
          <w:t xml:space="preserve">1.1  </w:t>
        </w:r>
        <w:r w:rsidR="009C46CE" w:rsidRPr="00B465E5">
          <w:rPr>
            <w:rStyle w:val="af"/>
            <w:rFonts w:ascii="宋体" w:hAnsi="宋体" w:hint="eastAsia"/>
            <w:b w:val="0"/>
            <w:noProof/>
          </w:rPr>
          <w:t>研究背景</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1</w:t>
        </w:r>
        <w:r w:rsidR="0086499F" w:rsidRPr="00B465E5">
          <w:rPr>
            <w:rStyle w:val="af"/>
            <w:rFonts w:ascii="宋体" w:hAnsi="宋体"/>
            <w:b w:val="0"/>
            <w:webHidden/>
          </w:rPr>
          <w:fldChar w:fldCharType="end"/>
        </w:r>
      </w:hyperlink>
    </w:p>
    <w:p w14:paraId="159BC77D" w14:textId="226C8DE7" w:rsidR="009C46CE" w:rsidRPr="00B465E5" w:rsidRDefault="006B40F8" w:rsidP="00FA0E3F">
      <w:pPr>
        <w:pStyle w:val="TOC1"/>
        <w:tabs>
          <w:tab w:val="right" w:leader="dot" w:pos="8834"/>
        </w:tabs>
        <w:spacing w:before="0" w:line="440" w:lineRule="exact"/>
        <w:ind w:firstLineChars="200" w:firstLine="482"/>
        <w:rPr>
          <w:rStyle w:val="af"/>
          <w:rFonts w:ascii="宋体" w:hAnsi="宋体"/>
        </w:rPr>
      </w:pPr>
      <w:hyperlink w:anchor="_Toc4150146" w:history="1">
        <w:r w:rsidR="009C46CE" w:rsidRPr="00B465E5">
          <w:rPr>
            <w:rStyle w:val="af"/>
            <w:rFonts w:ascii="宋体" w:hAnsi="宋体"/>
            <w:b w:val="0"/>
            <w:noProof/>
          </w:rPr>
          <w:t xml:space="preserve">1.2  </w:t>
        </w:r>
        <w:r w:rsidR="009C46CE" w:rsidRPr="00B465E5">
          <w:rPr>
            <w:rStyle w:val="af"/>
            <w:rFonts w:ascii="宋体" w:hAnsi="宋体" w:hint="eastAsia"/>
            <w:b w:val="0"/>
            <w:noProof/>
          </w:rPr>
          <w:t>研究目标与研究意义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1</w:t>
        </w:r>
        <w:r w:rsidR="0086499F" w:rsidRPr="00B465E5">
          <w:rPr>
            <w:rStyle w:val="af"/>
            <w:rFonts w:ascii="宋体" w:hAnsi="宋体"/>
            <w:b w:val="0"/>
            <w:webHidden/>
          </w:rPr>
          <w:fldChar w:fldCharType="end"/>
        </w:r>
      </w:hyperlink>
    </w:p>
    <w:p w14:paraId="1440CD12" w14:textId="63520C12" w:rsidR="009C46CE" w:rsidRPr="00B465E5" w:rsidRDefault="006B40F8" w:rsidP="00FA0E3F">
      <w:pPr>
        <w:pStyle w:val="TOC1"/>
        <w:tabs>
          <w:tab w:val="right" w:leader="dot" w:pos="8834"/>
        </w:tabs>
        <w:spacing w:before="0" w:line="440" w:lineRule="exact"/>
        <w:ind w:firstLineChars="400" w:firstLine="964"/>
        <w:rPr>
          <w:rStyle w:val="af"/>
          <w:rFonts w:ascii="宋体" w:hAnsi="宋体"/>
          <w:b w:val="0"/>
        </w:rPr>
      </w:pPr>
      <w:hyperlink w:anchor="_Toc4150147" w:history="1">
        <w:r w:rsidR="009C46CE" w:rsidRPr="00B465E5">
          <w:rPr>
            <w:rStyle w:val="af"/>
            <w:rFonts w:ascii="宋体" w:hAnsi="宋体"/>
            <w:b w:val="0"/>
            <w:noProof/>
          </w:rPr>
          <w:t xml:space="preserve">1.2.1  </w:t>
        </w:r>
        <w:r w:rsidR="009C46CE" w:rsidRPr="00B465E5">
          <w:rPr>
            <w:rStyle w:val="af"/>
            <w:rFonts w:ascii="宋体" w:hAnsi="宋体" w:hint="eastAsia"/>
            <w:b w:val="0"/>
            <w:noProof/>
          </w:rPr>
          <w:t>研究目标</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_Toc4150147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1</w:t>
        </w:r>
        <w:r w:rsidR="0086499F" w:rsidRPr="00B465E5">
          <w:rPr>
            <w:rStyle w:val="af"/>
            <w:rFonts w:ascii="宋体" w:hAnsi="宋体"/>
            <w:b w:val="0"/>
            <w:webHidden/>
          </w:rPr>
          <w:fldChar w:fldCharType="end"/>
        </w:r>
      </w:hyperlink>
    </w:p>
    <w:p w14:paraId="1507EA08" w14:textId="45C449E1" w:rsidR="009C46CE" w:rsidRPr="00B465E5" w:rsidRDefault="006B40F8" w:rsidP="00FA0E3F">
      <w:pPr>
        <w:pStyle w:val="TOC1"/>
        <w:tabs>
          <w:tab w:val="right" w:leader="dot" w:pos="8834"/>
        </w:tabs>
        <w:spacing w:before="0" w:line="440" w:lineRule="exact"/>
        <w:ind w:firstLineChars="400" w:firstLine="964"/>
        <w:rPr>
          <w:rStyle w:val="af"/>
          <w:rFonts w:ascii="宋体" w:hAnsi="宋体"/>
          <w:b w:val="0"/>
        </w:rPr>
      </w:pPr>
      <w:hyperlink w:anchor="_Toc4150148" w:history="1">
        <w:r w:rsidR="009C46CE" w:rsidRPr="00B465E5">
          <w:rPr>
            <w:rStyle w:val="af"/>
            <w:rFonts w:ascii="宋体" w:hAnsi="宋体"/>
            <w:b w:val="0"/>
            <w:noProof/>
          </w:rPr>
          <w:t xml:space="preserve">1.2.2  </w:t>
        </w:r>
        <w:r w:rsidR="009C46CE" w:rsidRPr="00B465E5">
          <w:rPr>
            <w:rStyle w:val="af"/>
            <w:rFonts w:ascii="宋体" w:hAnsi="宋体" w:hint="eastAsia"/>
            <w:b w:val="0"/>
            <w:noProof/>
          </w:rPr>
          <w:t>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_Toc4150148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2</w:t>
        </w:r>
        <w:r w:rsidR="0086499F" w:rsidRPr="00B465E5">
          <w:rPr>
            <w:rStyle w:val="af"/>
            <w:rFonts w:ascii="宋体" w:hAnsi="宋体"/>
            <w:b w:val="0"/>
            <w:webHidden/>
          </w:rPr>
          <w:fldChar w:fldCharType="end"/>
        </w:r>
      </w:hyperlink>
    </w:p>
    <w:p w14:paraId="6BA9FB1D" w14:textId="0A5FB6EB" w:rsidR="009C46CE" w:rsidRPr="00B465E5" w:rsidRDefault="006B40F8" w:rsidP="00FA0E3F">
      <w:pPr>
        <w:pStyle w:val="TOC1"/>
        <w:tabs>
          <w:tab w:val="right" w:leader="dot" w:pos="8834"/>
        </w:tabs>
        <w:spacing w:before="0" w:line="440" w:lineRule="exact"/>
        <w:ind w:firstLineChars="200" w:firstLine="482"/>
        <w:rPr>
          <w:rStyle w:val="af"/>
          <w:rFonts w:ascii="宋体" w:hAnsi="宋体"/>
        </w:rPr>
      </w:pPr>
      <w:hyperlink w:anchor="_Toc4150149" w:history="1">
        <w:r w:rsidR="009C46CE" w:rsidRPr="00B465E5">
          <w:rPr>
            <w:rStyle w:val="af"/>
            <w:rFonts w:ascii="宋体" w:hAnsi="宋体"/>
            <w:b w:val="0"/>
            <w:noProof/>
          </w:rPr>
          <w:t xml:space="preserve">1.3  </w:t>
        </w:r>
        <w:r w:rsidR="009C46CE" w:rsidRPr="00B465E5">
          <w:rPr>
            <w:rStyle w:val="af"/>
            <w:rFonts w:ascii="宋体" w:hAnsi="宋体" w:hint="eastAsia"/>
            <w:b w:val="0"/>
            <w:noProof/>
          </w:rPr>
          <w:t>研究内容</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_Toc4150149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2</w:t>
        </w:r>
        <w:r w:rsidR="0086499F" w:rsidRPr="00B465E5">
          <w:rPr>
            <w:rStyle w:val="af"/>
            <w:rFonts w:ascii="宋体" w:hAnsi="宋体"/>
            <w:b w:val="0"/>
            <w:webHidden/>
          </w:rPr>
          <w:fldChar w:fldCharType="end"/>
        </w:r>
      </w:hyperlink>
    </w:p>
    <w:p w14:paraId="731368F0" w14:textId="31B2948C" w:rsidR="009C46CE" w:rsidRPr="00B465E5" w:rsidRDefault="006B40F8" w:rsidP="00FA0E3F">
      <w:pPr>
        <w:pStyle w:val="TOC1"/>
        <w:tabs>
          <w:tab w:val="right" w:leader="dot" w:pos="8834"/>
        </w:tabs>
        <w:spacing w:before="0" w:line="440" w:lineRule="exact"/>
        <w:ind w:firstLineChars="200" w:firstLine="482"/>
        <w:rPr>
          <w:rStyle w:val="af"/>
          <w:rFonts w:ascii="宋体" w:hAnsi="宋体"/>
        </w:rPr>
      </w:pPr>
      <w:hyperlink w:anchor="_Toc4150150" w:history="1">
        <w:r w:rsidR="009C46CE" w:rsidRPr="00B465E5">
          <w:rPr>
            <w:rStyle w:val="af"/>
            <w:rFonts w:ascii="宋体" w:hAnsi="宋体"/>
            <w:b w:val="0"/>
            <w:noProof/>
          </w:rPr>
          <w:t xml:space="preserve">1.4  </w:t>
        </w:r>
        <w:r w:rsidR="009C46CE" w:rsidRPr="00B465E5">
          <w:rPr>
            <w:rStyle w:val="af"/>
            <w:rFonts w:ascii="宋体" w:hAnsi="宋体" w:hint="eastAsia"/>
            <w:b w:val="0"/>
            <w:noProof/>
          </w:rPr>
          <w:t>研究方法与技术路线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_Toc4150150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2</w:t>
        </w:r>
        <w:r w:rsidR="0086499F" w:rsidRPr="00B465E5">
          <w:rPr>
            <w:rStyle w:val="af"/>
            <w:rFonts w:ascii="宋体" w:hAnsi="宋体"/>
            <w:b w:val="0"/>
            <w:webHidden/>
          </w:rPr>
          <w:fldChar w:fldCharType="end"/>
        </w:r>
      </w:hyperlink>
    </w:p>
    <w:p w14:paraId="4AADC47C" w14:textId="42C30F74" w:rsidR="009C46CE" w:rsidRPr="00B465E5" w:rsidRDefault="006B40F8" w:rsidP="00FA0E3F">
      <w:pPr>
        <w:pStyle w:val="TOC1"/>
        <w:tabs>
          <w:tab w:val="right" w:leader="dot" w:pos="8834"/>
        </w:tabs>
        <w:spacing w:before="0" w:line="440" w:lineRule="exact"/>
        <w:ind w:firstLineChars="400" w:firstLine="964"/>
        <w:rPr>
          <w:rStyle w:val="af"/>
          <w:rFonts w:ascii="宋体" w:hAnsi="宋体"/>
          <w:b w:val="0"/>
        </w:rPr>
      </w:pPr>
      <w:hyperlink w:anchor="_Toc4150151" w:history="1">
        <w:r w:rsidR="009C46CE" w:rsidRPr="00B465E5">
          <w:rPr>
            <w:rStyle w:val="af"/>
            <w:rFonts w:ascii="宋体" w:hAnsi="宋体"/>
            <w:b w:val="0"/>
            <w:noProof/>
          </w:rPr>
          <w:t xml:space="preserve">1.4.1  </w:t>
        </w:r>
        <w:r w:rsidR="009C46CE" w:rsidRPr="00B465E5">
          <w:rPr>
            <w:rStyle w:val="af"/>
            <w:rFonts w:ascii="宋体" w:hAnsi="宋体" w:hint="eastAsia"/>
            <w:b w:val="0"/>
            <w:noProof/>
          </w:rPr>
          <w:t>研究方法</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_Toc4150151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3</w:t>
        </w:r>
        <w:r w:rsidR="0086499F" w:rsidRPr="00B465E5">
          <w:rPr>
            <w:rStyle w:val="af"/>
            <w:rFonts w:ascii="宋体" w:hAnsi="宋体"/>
            <w:b w:val="0"/>
            <w:webHidden/>
          </w:rPr>
          <w:fldChar w:fldCharType="end"/>
        </w:r>
      </w:hyperlink>
    </w:p>
    <w:p w14:paraId="0757A849" w14:textId="0DA8A1B3" w:rsidR="009C46CE" w:rsidRPr="00B465E5" w:rsidRDefault="006B40F8" w:rsidP="00FA0E3F">
      <w:pPr>
        <w:pStyle w:val="TOC1"/>
        <w:tabs>
          <w:tab w:val="right" w:leader="dot" w:pos="8834"/>
        </w:tabs>
        <w:spacing w:before="0" w:line="440" w:lineRule="exact"/>
        <w:ind w:firstLineChars="400" w:firstLine="964"/>
        <w:rPr>
          <w:rStyle w:val="af"/>
          <w:rFonts w:ascii="宋体" w:hAnsi="宋体"/>
          <w:b w:val="0"/>
        </w:rPr>
      </w:pPr>
      <w:hyperlink w:anchor="_Toc4150152" w:history="1">
        <w:r w:rsidR="009C46CE" w:rsidRPr="00B465E5">
          <w:rPr>
            <w:rStyle w:val="af"/>
            <w:rFonts w:ascii="宋体" w:hAnsi="宋体"/>
            <w:b w:val="0"/>
            <w:noProof/>
          </w:rPr>
          <w:t xml:space="preserve">1.4.2  </w:t>
        </w:r>
        <w:r w:rsidR="009C46CE" w:rsidRPr="00B465E5">
          <w:rPr>
            <w:rStyle w:val="af"/>
            <w:rFonts w:ascii="宋体" w:hAnsi="宋体" w:hint="eastAsia"/>
            <w:b w:val="0"/>
            <w:noProof/>
          </w:rPr>
          <w:t>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_Toc4150152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3</w:t>
        </w:r>
        <w:r w:rsidR="0086499F" w:rsidRPr="00B465E5">
          <w:rPr>
            <w:rStyle w:val="af"/>
            <w:rFonts w:ascii="宋体" w:hAnsi="宋体"/>
            <w:b w:val="0"/>
            <w:webHidden/>
          </w:rPr>
          <w:fldChar w:fldCharType="end"/>
        </w:r>
      </w:hyperlink>
    </w:p>
    <w:p w14:paraId="48DFA6D3" w14:textId="2D4FE149" w:rsidR="009C46CE" w:rsidRPr="009C46CE" w:rsidRDefault="006B40F8" w:rsidP="009C46CE">
      <w:pPr>
        <w:pStyle w:val="TOC1"/>
        <w:tabs>
          <w:tab w:val="right" w:leader="dot" w:pos="8834"/>
        </w:tabs>
        <w:spacing w:before="0" w:line="440" w:lineRule="exact"/>
        <w:rPr>
          <w:rStyle w:val="af"/>
          <w:rFonts w:ascii="宋体" w:hAnsi="宋体"/>
          <w:sz w:val="28"/>
          <w:szCs w:val="28"/>
        </w:rPr>
      </w:pPr>
      <w:hyperlink w:anchor="_Toc4150153"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2</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相关概念、理论与文献综述</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_Toc4150153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5</w:t>
        </w:r>
        <w:r w:rsidR="0086499F" w:rsidRPr="009C46CE">
          <w:rPr>
            <w:rStyle w:val="af"/>
            <w:rFonts w:ascii="宋体" w:hAnsi="宋体"/>
            <w:b w:val="0"/>
            <w:webHidden/>
            <w:sz w:val="28"/>
            <w:szCs w:val="28"/>
          </w:rPr>
          <w:fldChar w:fldCharType="end"/>
        </w:r>
      </w:hyperlink>
    </w:p>
    <w:p w14:paraId="470FD03B" w14:textId="6727FF3D" w:rsidR="009C46CE" w:rsidRPr="00B465E5" w:rsidRDefault="006B40F8" w:rsidP="00FA0E3F">
      <w:pPr>
        <w:pStyle w:val="TOC1"/>
        <w:tabs>
          <w:tab w:val="right" w:leader="dot" w:pos="8834"/>
        </w:tabs>
        <w:spacing w:before="0" w:line="440" w:lineRule="exact"/>
        <w:ind w:firstLineChars="200" w:firstLine="482"/>
        <w:rPr>
          <w:rStyle w:val="af"/>
          <w:rFonts w:ascii="宋体" w:hAnsi="宋体"/>
        </w:rPr>
      </w:pPr>
      <w:hyperlink w:anchor="_Toc4150154" w:history="1">
        <w:r w:rsidR="009C46CE" w:rsidRPr="00B465E5">
          <w:rPr>
            <w:rStyle w:val="af"/>
            <w:rFonts w:ascii="宋体" w:hAnsi="宋体"/>
            <w:b w:val="0"/>
            <w:noProof/>
          </w:rPr>
          <w:t xml:space="preserve">2.1 </w:t>
        </w:r>
        <w:r w:rsidR="00D95D8B">
          <w:rPr>
            <w:rStyle w:val="af"/>
            <w:rFonts w:ascii="宋体" w:hAnsi="宋体"/>
            <w:b w:val="0"/>
            <w:noProof/>
          </w:rPr>
          <w:t xml:space="preserve"> </w:t>
        </w:r>
        <w:r w:rsidR="009C46CE" w:rsidRPr="00B465E5">
          <w:rPr>
            <w:rStyle w:val="af"/>
            <w:rFonts w:ascii="宋体" w:hAnsi="宋体" w:hint="eastAsia"/>
            <w:b w:val="0"/>
            <w:noProof/>
          </w:rPr>
          <w:t>概念界定</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_Toc4150154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5</w:t>
        </w:r>
        <w:r w:rsidR="0086499F" w:rsidRPr="00B465E5">
          <w:rPr>
            <w:rStyle w:val="af"/>
            <w:rFonts w:ascii="宋体" w:hAnsi="宋体"/>
            <w:b w:val="0"/>
            <w:webHidden/>
          </w:rPr>
          <w:fldChar w:fldCharType="end"/>
        </w:r>
      </w:hyperlink>
    </w:p>
    <w:p w14:paraId="44B450A2" w14:textId="7E1D3B03" w:rsidR="009C46CE" w:rsidRPr="00B465E5" w:rsidRDefault="006B40F8" w:rsidP="00FA0E3F">
      <w:pPr>
        <w:pStyle w:val="TOC1"/>
        <w:tabs>
          <w:tab w:val="right" w:leader="dot" w:pos="8834"/>
        </w:tabs>
        <w:spacing w:before="0" w:line="440" w:lineRule="exact"/>
        <w:ind w:firstLineChars="200" w:firstLine="482"/>
        <w:rPr>
          <w:rStyle w:val="af"/>
          <w:rFonts w:ascii="宋体" w:hAnsi="宋体"/>
        </w:rPr>
      </w:pPr>
      <w:hyperlink w:anchor="_Toc4150155" w:history="1">
        <w:r w:rsidR="009C46CE" w:rsidRPr="00B465E5">
          <w:rPr>
            <w:rStyle w:val="af"/>
            <w:rFonts w:ascii="宋体" w:hAnsi="宋体"/>
            <w:b w:val="0"/>
            <w:noProof/>
          </w:rPr>
          <w:t xml:space="preserve">2.2 </w:t>
        </w:r>
        <w:r w:rsidR="00D95D8B">
          <w:rPr>
            <w:rStyle w:val="af"/>
            <w:rFonts w:ascii="宋体" w:hAnsi="宋体"/>
            <w:b w:val="0"/>
            <w:noProof/>
          </w:rPr>
          <w:t xml:space="preserve"> </w:t>
        </w:r>
        <w:r w:rsidR="009C46CE" w:rsidRPr="00B465E5">
          <w:rPr>
            <w:rStyle w:val="af"/>
            <w:rFonts w:ascii="宋体" w:hAnsi="宋体" w:hint="eastAsia"/>
            <w:b w:val="0"/>
            <w:noProof/>
          </w:rPr>
          <w:t>相关理论</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5</w:t>
        </w:r>
        <w:r w:rsidR="0086499F" w:rsidRPr="00B465E5">
          <w:rPr>
            <w:rStyle w:val="af"/>
            <w:rFonts w:ascii="宋体" w:hAnsi="宋体"/>
            <w:b w:val="0"/>
            <w:webHidden/>
          </w:rPr>
          <w:fldChar w:fldCharType="end"/>
        </w:r>
      </w:hyperlink>
    </w:p>
    <w:p w14:paraId="54863197" w14:textId="0A9AFF80" w:rsidR="009C46CE" w:rsidRPr="00B465E5" w:rsidRDefault="006B40F8" w:rsidP="00FA0E3F">
      <w:pPr>
        <w:pStyle w:val="TOC1"/>
        <w:tabs>
          <w:tab w:val="right" w:leader="dot" w:pos="8834"/>
        </w:tabs>
        <w:spacing w:before="0" w:line="440" w:lineRule="exact"/>
        <w:ind w:firstLineChars="200" w:firstLine="482"/>
        <w:rPr>
          <w:rStyle w:val="af"/>
          <w:rFonts w:ascii="宋体" w:hAnsi="宋体"/>
        </w:rPr>
      </w:pPr>
      <w:hyperlink w:anchor="_Toc4150156" w:history="1">
        <w:r w:rsidR="009C46CE" w:rsidRPr="00B465E5">
          <w:rPr>
            <w:rStyle w:val="af"/>
            <w:rFonts w:ascii="宋体" w:hAnsi="宋体"/>
            <w:b w:val="0"/>
            <w:noProof/>
          </w:rPr>
          <w:t xml:space="preserve">2.3 </w:t>
        </w:r>
        <w:r w:rsidR="00D95D8B">
          <w:rPr>
            <w:rStyle w:val="af"/>
            <w:rFonts w:ascii="宋体" w:hAnsi="宋体"/>
            <w:b w:val="0"/>
            <w:noProof/>
          </w:rPr>
          <w:t xml:space="preserve"> </w:t>
        </w:r>
        <w:r w:rsidR="009C46CE" w:rsidRPr="00B465E5">
          <w:rPr>
            <w:rStyle w:val="af"/>
            <w:rFonts w:ascii="宋体" w:hAnsi="宋体" w:hint="eastAsia"/>
            <w:b w:val="0"/>
            <w:noProof/>
          </w:rPr>
          <w:t>文献综述</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5</w:t>
        </w:r>
        <w:r w:rsidR="0086499F" w:rsidRPr="00B465E5">
          <w:rPr>
            <w:rStyle w:val="af"/>
            <w:rFonts w:ascii="宋体" w:hAnsi="宋体"/>
            <w:b w:val="0"/>
            <w:webHidden/>
          </w:rPr>
          <w:fldChar w:fldCharType="end"/>
        </w:r>
      </w:hyperlink>
    </w:p>
    <w:p w14:paraId="3B29466C" w14:textId="335625AD" w:rsidR="009C46CE" w:rsidRPr="009C46CE" w:rsidRDefault="006B40F8" w:rsidP="009C46CE">
      <w:pPr>
        <w:pStyle w:val="TOC1"/>
        <w:tabs>
          <w:tab w:val="right" w:leader="dot" w:pos="8834"/>
        </w:tabs>
        <w:spacing w:before="0" w:line="440" w:lineRule="exact"/>
        <w:rPr>
          <w:rStyle w:val="af"/>
          <w:rFonts w:ascii="宋体" w:hAnsi="宋体"/>
          <w:sz w:val="28"/>
          <w:szCs w:val="28"/>
        </w:rPr>
      </w:pPr>
      <w:hyperlink w:anchor="_Toc4150157" w:history="1">
        <w:r w:rsidR="009C46CE" w:rsidRPr="009C46CE">
          <w:rPr>
            <w:rStyle w:val="af"/>
            <w:rFonts w:ascii="宋体" w:hAnsi="宋体" w:hint="eastAsia"/>
            <w:b w:val="0"/>
            <w:noProof/>
            <w:sz w:val="28"/>
            <w:szCs w:val="28"/>
          </w:rPr>
          <w:t>结论</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_Toc4150157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7</w:t>
        </w:r>
        <w:r w:rsidR="0086499F" w:rsidRPr="009C46CE">
          <w:rPr>
            <w:rStyle w:val="af"/>
            <w:rFonts w:ascii="宋体" w:hAnsi="宋体"/>
            <w:b w:val="0"/>
            <w:webHidden/>
            <w:sz w:val="28"/>
            <w:szCs w:val="28"/>
          </w:rPr>
          <w:fldChar w:fldCharType="end"/>
        </w:r>
      </w:hyperlink>
    </w:p>
    <w:p w14:paraId="397F6B89" w14:textId="3A61C5F5" w:rsidR="009C46CE" w:rsidRPr="009C46CE" w:rsidRDefault="006B40F8" w:rsidP="009C46CE">
      <w:pPr>
        <w:pStyle w:val="TOC1"/>
        <w:tabs>
          <w:tab w:val="right" w:leader="dot" w:pos="8834"/>
        </w:tabs>
        <w:spacing w:before="0" w:line="440" w:lineRule="exact"/>
        <w:rPr>
          <w:rStyle w:val="af"/>
          <w:rFonts w:ascii="宋体" w:hAnsi="宋体"/>
          <w:sz w:val="28"/>
          <w:szCs w:val="28"/>
        </w:rPr>
      </w:pPr>
      <w:hyperlink w:anchor="_Toc4150158" w:history="1">
        <w:r w:rsidR="009C46CE" w:rsidRPr="009C46CE">
          <w:rPr>
            <w:rStyle w:val="af"/>
            <w:rFonts w:ascii="宋体" w:hAnsi="宋体" w:hint="eastAsia"/>
            <w:b w:val="0"/>
            <w:noProof/>
            <w:sz w:val="28"/>
            <w:szCs w:val="28"/>
          </w:rPr>
          <w:t>参考文献</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_Toc4150158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8</w:t>
        </w:r>
        <w:r w:rsidR="0086499F" w:rsidRPr="009C46CE">
          <w:rPr>
            <w:rStyle w:val="af"/>
            <w:rFonts w:ascii="宋体" w:hAnsi="宋体"/>
            <w:b w:val="0"/>
            <w:webHidden/>
            <w:sz w:val="28"/>
            <w:szCs w:val="28"/>
          </w:rPr>
          <w:fldChar w:fldCharType="end"/>
        </w:r>
      </w:hyperlink>
    </w:p>
    <w:p w14:paraId="684D397D" w14:textId="58026A4B" w:rsidR="009C46CE" w:rsidRPr="009C46CE" w:rsidRDefault="006B40F8" w:rsidP="009C46CE">
      <w:pPr>
        <w:pStyle w:val="TOC1"/>
        <w:tabs>
          <w:tab w:val="right" w:leader="dot" w:pos="8834"/>
        </w:tabs>
        <w:spacing w:before="0" w:line="440" w:lineRule="exact"/>
        <w:rPr>
          <w:rStyle w:val="af"/>
          <w:rFonts w:ascii="宋体" w:hAnsi="宋体"/>
          <w:sz w:val="28"/>
          <w:szCs w:val="28"/>
        </w:rPr>
      </w:pPr>
      <w:hyperlink w:anchor="_Toc4150159" w:history="1">
        <w:r w:rsidR="009C46CE" w:rsidRPr="009C46CE">
          <w:rPr>
            <w:rStyle w:val="af"/>
            <w:rFonts w:ascii="宋体" w:hAnsi="宋体" w:hint="eastAsia"/>
            <w:b w:val="0"/>
            <w:noProof/>
            <w:sz w:val="28"/>
            <w:szCs w:val="28"/>
          </w:rPr>
          <w:t>附录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_Toc4150159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9</w:t>
        </w:r>
        <w:r w:rsidR="0086499F" w:rsidRPr="009C46CE">
          <w:rPr>
            <w:rStyle w:val="af"/>
            <w:rFonts w:ascii="宋体" w:hAnsi="宋体"/>
            <w:b w:val="0"/>
            <w:webHidden/>
            <w:sz w:val="28"/>
            <w:szCs w:val="28"/>
          </w:rPr>
          <w:fldChar w:fldCharType="end"/>
        </w:r>
      </w:hyperlink>
    </w:p>
    <w:p w14:paraId="75A35EA0" w14:textId="01F98949" w:rsidR="009C46CE" w:rsidRPr="009C46CE" w:rsidRDefault="006B40F8" w:rsidP="009C46CE">
      <w:pPr>
        <w:pStyle w:val="TOC1"/>
        <w:tabs>
          <w:tab w:val="right" w:leader="dot" w:pos="8834"/>
        </w:tabs>
        <w:spacing w:before="0" w:line="440" w:lineRule="exact"/>
        <w:rPr>
          <w:rStyle w:val="af"/>
          <w:rFonts w:ascii="宋体" w:hAnsi="宋体"/>
          <w:sz w:val="28"/>
          <w:szCs w:val="28"/>
        </w:rPr>
      </w:pPr>
      <w:hyperlink w:anchor="_Toc4150160" w:history="1">
        <w:r w:rsidR="009C46CE" w:rsidRPr="009C46CE">
          <w:rPr>
            <w:rStyle w:val="af"/>
            <w:rFonts w:ascii="宋体" w:hAnsi="宋体" w:hint="eastAsia"/>
            <w:b w:val="0"/>
            <w:noProof/>
            <w:sz w:val="28"/>
            <w:szCs w:val="28"/>
          </w:rPr>
          <w:t>攻读学位期间发表论文与研究成果清单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_Toc4150160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10</w:t>
        </w:r>
        <w:r w:rsidR="0086499F" w:rsidRPr="009C46CE">
          <w:rPr>
            <w:rStyle w:val="af"/>
            <w:rFonts w:ascii="宋体" w:hAnsi="宋体"/>
            <w:b w:val="0"/>
            <w:webHidden/>
            <w:sz w:val="28"/>
            <w:szCs w:val="28"/>
          </w:rPr>
          <w:fldChar w:fldCharType="end"/>
        </w:r>
      </w:hyperlink>
    </w:p>
    <w:p w14:paraId="177227BF" w14:textId="70D969A8" w:rsidR="009C46CE" w:rsidRPr="009C46CE" w:rsidRDefault="006B40F8" w:rsidP="009C46CE">
      <w:pPr>
        <w:pStyle w:val="TOC1"/>
        <w:tabs>
          <w:tab w:val="right" w:leader="dot" w:pos="8834"/>
        </w:tabs>
        <w:spacing w:before="0" w:line="440" w:lineRule="exact"/>
        <w:rPr>
          <w:rStyle w:val="af"/>
          <w:rFonts w:ascii="宋体" w:hAnsi="宋体"/>
          <w:sz w:val="28"/>
          <w:szCs w:val="28"/>
        </w:rPr>
      </w:pPr>
      <w:hyperlink w:anchor="_Toc4150161" w:history="1">
        <w:r w:rsidR="009C46CE" w:rsidRPr="009C46CE">
          <w:rPr>
            <w:rStyle w:val="af"/>
            <w:rFonts w:ascii="宋体" w:hAnsi="宋体" w:hint="eastAsia"/>
            <w:b w:val="0"/>
            <w:noProof/>
            <w:sz w:val="28"/>
            <w:szCs w:val="28"/>
          </w:rPr>
          <w:t>致谢</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_Toc4150161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11</w:t>
        </w:r>
        <w:r w:rsidR="0086499F" w:rsidRPr="009C46CE">
          <w:rPr>
            <w:rStyle w:val="af"/>
            <w:rFonts w:ascii="宋体" w:hAnsi="宋体"/>
            <w:b w:val="0"/>
            <w:webHidden/>
            <w:sz w:val="28"/>
            <w:szCs w:val="28"/>
          </w:rPr>
          <w:fldChar w:fldCharType="end"/>
        </w:r>
      </w:hyperlink>
    </w:p>
    <w:p w14:paraId="116B9B8A" w14:textId="77777777" w:rsidR="00CB5CD9" w:rsidRDefault="0086499F" w:rsidP="009C46CE">
      <w:pPr>
        <w:pStyle w:val="TOC1"/>
        <w:tabs>
          <w:tab w:val="right" w:leader="dot" w:pos="8834"/>
        </w:tabs>
        <w:spacing w:before="0" w:line="440" w:lineRule="exact"/>
        <w:rPr>
          <w:rFonts w:ascii="宋体" w:hAnsi="宋体"/>
        </w:rPr>
      </w:pPr>
      <w:r w:rsidRPr="009C46CE">
        <w:rPr>
          <w:rStyle w:val="af"/>
          <w:rFonts w:ascii="宋体" w:hAnsi="宋体"/>
          <w:b w:val="0"/>
          <w:noProof/>
          <w:sz w:val="28"/>
          <w:szCs w:val="28"/>
        </w:rPr>
        <w:fldChar w:fldCharType="end"/>
      </w:r>
    </w:p>
    <w:p w14:paraId="683AA5BE" w14:textId="77777777" w:rsidR="009C46CE" w:rsidRDefault="009C46CE" w:rsidP="00CD1EF0">
      <w:pPr>
        <w:spacing w:line="440" w:lineRule="exact"/>
        <w:rPr>
          <w:rFonts w:ascii="宋体" w:hAnsi="宋体" w:cs="Arial"/>
          <w:sz w:val="24"/>
        </w:rPr>
      </w:pPr>
    </w:p>
    <w:p w14:paraId="2CF55519" w14:textId="77777777" w:rsidR="00CB5CD9" w:rsidRDefault="00CB5CD9" w:rsidP="0043677D">
      <w:pPr>
        <w:pStyle w:val="TOC1"/>
        <w:spacing w:before="0" w:afterLines="100" w:after="312" w:line="440" w:lineRule="exact"/>
        <w:jc w:val="center"/>
        <w:rPr>
          <w:rFonts w:ascii="黑体" w:eastAsia="黑体"/>
          <w:sz w:val="32"/>
          <w:szCs w:val="32"/>
        </w:rPr>
      </w:pPr>
      <w:bookmarkStart w:id="7" w:name="_Toc128898817"/>
      <w:r w:rsidRPr="005015A4">
        <w:rPr>
          <w:rFonts w:ascii="宋体" w:hAnsi="宋体"/>
          <w:b w:val="0"/>
          <w:color w:val="FF0000"/>
        </w:rPr>
        <w:br w:type="page"/>
      </w:r>
      <w:bookmarkStart w:id="8" w:name="_Toc231892763"/>
      <w:r>
        <w:rPr>
          <w:rFonts w:ascii="黑体" w:eastAsia="黑体" w:hint="eastAsia"/>
          <w:sz w:val="32"/>
          <w:szCs w:val="32"/>
        </w:rPr>
        <w:lastRenderedPageBreak/>
        <w:t>插图和附表</w:t>
      </w:r>
    </w:p>
    <w:p w14:paraId="5ACE6936" w14:textId="77777777" w:rsidR="00B465E5" w:rsidRDefault="00CB5CD9" w:rsidP="00B465E5">
      <w:pPr>
        <w:pStyle w:val="afa"/>
        <w:rPr>
          <w:rFonts w:hAnsi="宋体"/>
          <w:color w:val="0000FF"/>
        </w:rPr>
      </w:pPr>
      <w:r>
        <w:rPr>
          <w:rFonts w:hAnsi="宋体" w:hint="eastAsia"/>
          <w:color w:val="0000FF"/>
        </w:rPr>
        <w:t>如论文中图表较多，可以分别累出清单置于目录页之后。图的清单应有序号、</w:t>
      </w:r>
      <w:proofErr w:type="gramStart"/>
      <w:r>
        <w:rPr>
          <w:rFonts w:hAnsi="宋体" w:hint="eastAsia"/>
          <w:color w:val="0000FF"/>
        </w:rPr>
        <w:t>图题和</w:t>
      </w:r>
      <w:proofErr w:type="gramEnd"/>
      <w:r>
        <w:rPr>
          <w:rFonts w:hAnsi="宋体" w:hint="eastAsia"/>
          <w:color w:val="0000FF"/>
        </w:rPr>
        <w:t>页码。表的清单应有序号、</w:t>
      </w:r>
      <w:proofErr w:type="gramStart"/>
      <w:r>
        <w:rPr>
          <w:rFonts w:hAnsi="宋体" w:hint="eastAsia"/>
          <w:color w:val="0000FF"/>
        </w:rPr>
        <w:t>表题和</w:t>
      </w:r>
      <w:proofErr w:type="gramEnd"/>
      <w:r>
        <w:rPr>
          <w:rFonts w:hAnsi="宋体" w:hint="eastAsia"/>
          <w:color w:val="0000FF"/>
        </w:rPr>
        <w:t>页码。</w:t>
      </w:r>
    </w:p>
    <w:p w14:paraId="3BA7213F" w14:textId="77777777" w:rsidR="00CB5CD9" w:rsidRDefault="00B465E5" w:rsidP="00B465E5">
      <w:pPr>
        <w:pStyle w:val="afa"/>
        <w:rPr>
          <w:rFonts w:hAnsi="宋体"/>
          <w:color w:val="0000FF"/>
        </w:rPr>
      </w:pPr>
      <w:r>
        <w:rPr>
          <w:rFonts w:hAnsi="宋体" w:hint="eastAsia"/>
          <w:color w:val="0000FF"/>
        </w:rPr>
        <w:t>如无插图和附表此页可删除。</w:t>
      </w:r>
    </w:p>
    <w:p w14:paraId="15B3458E" w14:textId="77777777" w:rsidR="00CB5CD9" w:rsidRDefault="00CB5CD9">
      <w:pPr>
        <w:pStyle w:val="afa"/>
        <w:ind w:firstLine="482"/>
        <w:rPr>
          <w:b/>
        </w:rPr>
      </w:pPr>
    </w:p>
    <w:p w14:paraId="19801FFF" w14:textId="77777777" w:rsidR="00CB5CD9" w:rsidRDefault="00CB5CD9" w:rsidP="0043677D">
      <w:pPr>
        <w:pStyle w:val="TOC1"/>
        <w:spacing w:before="0" w:afterLines="100" w:after="312"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8"/>
    </w:p>
    <w:p w14:paraId="63583115" w14:textId="77777777" w:rsidR="00CB5CD9" w:rsidRDefault="0086499F" w:rsidP="00355B14">
      <w:pPr>
        <w:pStyle w:val="afa"/>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14:paraId="495FDC5A" w14:textId="77777777" w:rsidR="00CB5CD9" w:rsidRDefault="00CB5CD9" w:rsidP="00B465E5">
      <w:pPr>
        <w:pStyle w:val="afa"/>
        <w:rPr>
          <w:rFonts w:hAnsi="宋体"/>
          <w:color w:val="0000FF"/>
        </w:rPr>
      </w:pPr>
      <w:r>
        <w:rPr>
          <w:rFonts w:hAnsi="宋体" w:hint="eastAsia"/>
          <w:color w:val="0000FF"/>
        </w:rPr>
        <w:t>如上述符号使用数量不多，可以不设此部分，但必须在论文中初次出现时加以说明。</w:t>
      </w:r>
    </w:p>
    <w:p w14:paraId="7D954DD8" w14:textId="77777777" w:rsidR="00B465E5" w:rsidRPr="00B465E5" w:rsidRDefault="00B465E5" w:rsidP="00B465E5">
      <w:pPr>
        <w:pStyle w:val="afa"/>
        <w:rPr>
          <w:rFonts w:hAnsi="宋体"/>
          <w:color w:val="0000FF"/>
        </w:rPr>
      </w:pPr>
      <w:r>
        <w:rPr>
          <w:rFonts w:hAnsi="宋体" w:hint="eastAsia"/>
          <w:color w:val="0000FF"/>
        </w:rPr>
        <w:t>如无注释说明此页</w:t>
      </w:r>
      <w:r>
        <w:rPr>
          <w:rFonts w:hAnsi="宋体"/>
          <w:color w:val="0000FF"/>
        </w:rPr>
        <w:t>可删除。</w:t>
      </w:r>
    </w:p>
    <w:p w14:paraId="63D85FE9" w14:textId="77777777" w:rsidR="00B465E5" w:rsidRDefault="00B465E5">
      <w:pPr>
        <w:spacing w:line="440" w:lineRule="exact"/>
        <w:outlineLvl w:val="0"/>
        <w:rPr>
          <w:rFonts w:ascii="宋体" w:hAnsi="宋体"/>
          <w:b/>
          <w:color w:val="FF0000"/>
          <w:sz w:val="24"/>
        </w:rPr>
        <w:sectPr w:rsidR="00B465E5">
          <w:headerReference w:type="default" r:id="rId11"/>
          <w:footerReference w:type="default" r:id="rId12"/>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14:paraId="7EE46500" w14:textId="77777777" w:rsidR="00CB5CD9" w:rsidRDefault="00CB5CD9" w:rsidP="0043677D">
      <w:pPr>
        <w:spacing w:afterLines="100" w:after="312" w:line="440" w:lineRule="exact"/>
        <w:jc w:val="center"/>
        <w:outlineLvl w:val="0"/>
        <w:rPr>
          <w:rFonts w:ascii="宋体" w:hAnsi="宋体"/>
          <w:b/>
          <w:sz w:val="24"/>
        </w:rPr>
      </w:pPr>
      <w:bookmarkStart w:id="9" w:name="_Toc229134689"/>
      <w:bookmarkStart w:id="10" w:name="_Toc229135343"/>
      <w:bookmarkStart w:id="11" w:name="_Toc229135486"/>
      <w:bookmarkStart w:id="12" w:name="_Toc229136156"/>
      <w:bookmarkStart w:id="13"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7"/>
      <w:bookmarkEnd w:id="9"/>
      <w:bookmarkEnd w:id="10"/>
      <w:bookmarkEnd w:id="11"/>
      <w:bookmarkEnd w:id="12"/>
      <w:bookmarkEnd w:id="13"/>
    </w:p>
    <w:p w14:paraId="1B03BEC4" w14:textId="77777777" w:rsidR="00CB5CD9" w:rsidRDefault="00CB5CD9" w:rsidP="0043677D">
      <w:pPr>
        <w:spacing w:beforeLines="100" w:before="312" w:afterLines="50" w:after="156" w:line="440" w:lineRule="exact"/>
        <w:outlineLvl w:val="1"/>
        <w:rPr>
          <w:rFonts w:ascii="黑体" w:eastAsia="黑体" w:hAnsi="宋体"/>
          <w:b/>
          <w:sz w:val="28"/>
          <w:szCs w:val="28"/>
        </w:rPr>
      </w:pPr>
      <w:bookmarkStart w:id="14" w:name="_Toc128898818"/>
      <w:bookmarkStart w:id="15" w:name="_Toc229134690"/>
      <w:bookmarkStart w:id="16" w:name="_Toc229135344"/>
      <w:bookmarkStart w:id="17" w:name="_Toc229135487"/>
      <w:bookmarkStart w:id="18" w:name="_Toc229136157"/>
      <w:bookmarkStart w:id="19"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14"/>
      <w:bookmarkEnd w:id="15"/>
      <w:bookmarkEnd w:id="16"/>
      <w:bookmarkEnd w:id="17"/>
      <w:bookmarkEnd w:id="18"/>
      <w:r w:rsidR="00FA529D">
        <w:rPr>
          <w:rFonts w:ascii="黑体" w:eastAsia="黑体" w:hAnsi="宋体" w:hint="eastAsia"/>
          <w:b/>
          <w:sz w:val="28"/>
          <w:szCs w:val="28"/>
        </w:rPr>
        <w:t>背景</w:t>
      </w:r>
      <w:bookmarkEnd w:id="19"/>
    </w:p>
    <w:p w14:paraId="79BA3227" w14:textId="77777777" w:rsidR="006C6E0D" w:rsidRDefault="006C6E0D" w:rsidP="00B465E5">
      <w:pPr>
        <w:spacing w:line="440" w:lineRule="exact"/>
        <w:ind w:firstLineChars="200" w:firstLine="480"/>
        <w:rPr>
          <w:sz w:val="24"/>
        </w:rPr>
      </w:pPr>
      <w:r>
        <w:rPr>
          <w:rFonts w:hint="eastAsia"/>
          <w:sz w:val="24"/>
        </w:rPr>
        <w:t>本部分主要介绍论文的选题背景。</w:t>
      </w:r>
    </w:p>
    <w:p w14:paraId="7722F0E9" w14:textId="77777777" w:rsidR="006C6E0D" w:rsidRDefault="006C6E0D" w:rsidP="00B465E5">
      <w:pPr>
        <w:spacing w:line="440" w:lineRule="exact"/>
        <w:ind w:firstLineChars="200" w:firstLine="480"/>
        <w:rPr>
          <w:sz w:val="24"/>
        </w:rPr>
      </w:pPr>
      <w:r>
        <w:rPr>
          <w:rFonts w:hint="eastAsia"/>
          <w:sz w:val="24"/>
        </w:rPr>
        <w:t>示例：</w:t>
      </w:r>
    </w:p>
    <w:p w14:paraId="12810678" w14:textId="77777777" w:rsidR="00520D14" w:rsidRDefault="00520D14" w:rsidP="00B465E5">
      <w:pPr>
        <w:spacing w:line="440" w:lineRule="exact"/>
        <w:ind w:firstLineChars="200" w:firstLine="480"/>
        <w:rPr>
          <w:sz w:val="24"/>
        </w:rPr>
      </w:pPr>
      <w:bookmarkStart w:id="20" w:name="_Toc128898819"/>
      <w:bookmarkStart w:id="21" w:name="_Toc229134691"/>
      <w:bookmarkStart w:id="22" w:name="_Toc229135345"/>
      <w:bookmarkStart w:id="23" w:name="_Toc229135488"/>
      <w:bookmarkStart w:id="24" w:name="_Toc229136158"/>
      <w:bookmarkStart w:id="25"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14:paraId="7AE1EBC1" w14:textId="77777777"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14:paraId="481E33DD" w14:textId="77777777"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14:paraId="49B87CBA" w14:textId="77777777" w:rsidR="00CB5CD9" w:rsidRDefault="00CB5CD9" w:rsidP="0043677D">
      <w:pPr>
        <w:spacing w:beforeLines="100" w:before="312" w:afterLines="50" w:after="156" w:line="440" w:lineRule="exact"/>
        <w:outlineLvl w:val="1"/>
        <w:rPr>
          <w:rFonts w:ascii="黑体" w:eastAsia="黑体" w:hAnsi="宋体"/>
          <w:b/>
          <w:sz w:val="28"/>
          <w:szCs w:val="28"/>
        </w:rPr>
      </w:pPr>
      <w:r>
        <w:rPr>
          <w:rFonts w:ascii="黑体" w:eastAsia="黑体" w:hAnsi="宋体" w:hint="eastAsia"/>
          <w:b/>
          <w:sz w:val="28"/>
          <w:szCs w:val="28"/>
        </w:rPr>
        <w:t>1.2</w:t>
      </w:r>
      <w:bookmarkEnd w:id="20"/>
      <w:bookmarkEnd w:id="21"/>
      <w:bookmarkEnd w:id="22"/>
      <w:bookmarkEnd w:id="23"/>
      <w:bookmarkEnd w:id="24"/>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25"/>
    </w:p>
    <w:p w14:paraId="4595C46F" w14:textId="77777777" w:rsidR="00CB5CD9" w:rsidRDefault="00CB5CD9" w:rsidP="0043677D">
      <w:pPr>
        <w:spacing w:beforeLines="100" w:before="312" w:afterLines="50" w:after="156" w:line="440" w:lineRule="exact"/>
        <w:outlineLvl w:val="2"/>
        <w:rPr>
          <w:rFonts w:ascii="黑体" w:eastAsia="黑体" w:hAnsi="宋体"/>
          <w:b/>
          <w:sz w:val="24"/>
        </w:rPr>
      </w:pPr>
      <w:bookmarkStart w:id="26" w:name="_Toc128898820"/>
      <w:bookmarkStart w:id="27" w:name="_Toc229134692"/>
      <w:bookmarkStart w:id="28" w:name="_Toc229135346"/>
      <w:bookmarkStart w:id="29" w:name="_Toc229135489"/>
      <w:bookmarkStart w:id="30" w:name="_Toc229136159"/>
      <w:bookmarkStart w:id="31" w:name="_Toc4150147"/>
      <w:r>
        <w:rPr>
          <w:rFonts w:ascii="黑体" w:eastAsia="黑体" w:hAnsi="宋体" w:hint="eastAsia"/>
          <w:b/>
          <w:sz w:val="24"/>
        </w:rPr>
        <w:t>1.2.1</w:t>
      </w:r>
      <w:bookmarkEnd w:id="26"/>
      <w:bookmarkEnd w:id="27"/>
      <w:bookmarkEnd w:id="28"/>
      <w:bookmarkEnd w:id="29"/>
      <w:bookmarkEnd w:id="30"/>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31"/>
    </w:p>
    <w:p w14:paraId="1D9DC080" w14:textId="77777777"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14:paraId="47EEB0BD" w14:textId="77777777"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14:paraId="2AFF0C04" w14:textId="77777777"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14:paraId="157CC8A0" w14:textId="77777777" w:rsidR="00CB5CD9" w:rsidRDefault="00CB5CD9" w:rsidP="0043677D">
      <w:pPr>
        <w:spacing w:beforeLines="100" w:before="312" w:afterLines="50" w:after="156" w:line="440" w:lineRule="exact"/>
        <w:outlineLvl w:val="2"/>
        <w:rPr>
          <w:rFonts w:ascii="黑体" w:eastAsia="黑体" w:hAnsi="宋体"/>
          <w:b/>
          <w:sz w:val="24"/>
        </w:rPr>
      </w:pPr>
      <w:bookmarkStart w:id="32" w:name="_Toc128898822"/>
      <w:bookmarkStart w:id="33" w:name="_Toc229134694"/>
      <w:bookmarkStart w:id="34" w:name="_Toc229135348"/>
      <w:bookmarkStart w:id="35" w:name="_Toc229135491"/>
      <w:bookmarkStart w:id="36" w:name="_Toc229136161"/>
      <w:bookmarkStart w:id="37" w:name="_Toc4150148"/>
      <w:r>
        <w:rPr>
          <w:rFonts w:ascii="黑体" w:eastAsia="黑体" w:hAnsi="宋体" w:hint="eastAsia"/>
          <w:b/>
          <w:sz w:val="24"/>
        </w:rPr>
        <w:t>1.2.2</w:t>
      </w:r>
      <w:bookmarkEnd w:id="32"/>
      <w:bookmarkEnd w:id="33"/>
      <w:bookmarkEnd w:id="34"/>
      <w:bookmarkEnd w:id="35"/>
      <w:bookmarkEnd w:id="36"/>
      <w:r w:rsidR="00F92027">
        <w:rPr>
          <w:rFonts w:ascii="黑体" w:eastAsia="黑体" w:hAnsi="宋体"/>
          <w:b/>
          <w:sz w:val="24"/>
        </w:rPr>
        <w:t xml:space="preserve"> </w:t>
      </w:r>
      <w:r w:rsidR="00FA529D">
        <w:rPr>
          <w:rFonts w:ascii="黑体" w:eastAsia="黑体" w:hAnsi="宋体" w:hint="eastAsia"/>
          <w:b/>
          <w:sz w:val="24"/>
        </w:rPr>
        <w:t>研究意义</w:t>
      </w:r>
      <w:bookmarkEnd w:id="37"/>
    </w:p>
    <w:p w14:paraId="6F296D6D" w14:textId="77777777"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14:paraId="2357DD7E" w14:textId="77777777" w:rsidR="009D0D46" w:rsidRDefault="009D0D46" w:rsidP="0016717F">
      <w:pPr>
        <w:spacing w:line="440" w:lineRule="exact"/>
        <w:ind w:firstLineChars="200" w:firstLine="480"/>
        <w:rPr>
          <w:sz w:val="24"/>
        </w:rPr>
      </w:pPr>
      <w:r>
        <w:rPr>
          <w:rFonts w:hint="eastAsia"/>
          <w:sz w:val="24"/>
        </w:rPr>
        <w:t>示例：</w:t>
      </w:r>
    </w:p>
    <w:p w14:paraId="7CD8FE04" w14:textId="77777777"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w:t>
      </w:r>
      <w:proofErr w:type="gramStart"/>
      <w:r>
        <w:rPr>
          <w:sz w:val="24"/>
        </w:rPr>
        <w:t>流图析法</w:t>
      </w:r>
      <w:proofErr w:type="gramEnd"/>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14:paraId="2B95D817" w14:textId="77777777"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14:paraId="2E8FAEEB" w14:textId="77777777" w:rsidR="00CB5CD9" w:rsidRDefault="00CB5CD9">
      <w:pPr>
        <w:spacing w:line="440" w:lineRule="exact"/>
        <w:ind w:firstLineChars="200" w:firstLine="480"/>
        <w:rPr>
          <w:sz w:val="24"/>
        </w:rPr>
      </w:pPr>
      <w:r>
        <w:rPr>
          <w:rFonts w:hint="eastAsia"/>
          <w:sz w:val="24"/>
        </w:rPr>
        <w:t>……</w:t>
      </w:r>
    </w:p>
    <w:p w14:paraId="59362890"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38"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8"/>
    </w:p>
    <w:p w14:paraId="0DBF0930" w14:textId="77777777" w:rsidR="00821590" w:rsidRDefault="009D0D46" w:rsidP="00821590">
      <w:pPr>
        <w:spacing w:line="440" w:lineRule="exact"/>
        <w:ind w:firstLineChars="200" w:firstLine="480"/>
        <w:rPr>
          <w:sz w:val="24"/>
        </w:rPr>
      </w:pPr>
      <w:r>
        <w:rPr>
          <w:rFonts w:hint="eastAsia"/>
          <w:sz w:val="24"/>
        </w:rPr>
        <w:t>本部分主要按照每章顺序介绍主要内容。</w:t>
      </w:r>
    </w:p>
    <w:p w14:paraId="74D026FD" w14:textId="77777777" w:rsidR="009D0D46" w:rsidRDefault="009D0D46" w:rsidP="00821590">
      <w:pPr>
        <w:spacing w:line="440" w:lineRule="exact"/>
        <w:ind w:firstLineChars="200" w:firstLine="480"/>
        <w:rPr>
          <w:sz w:val="24"/>
        </w:rPr>
      </w:pPr>
      <w:r>
        <w:rPr>
          <w:rFonts w:hint="eastAsia"/>
          <w:sz w:val="24"/>
        </w:rPr>
        <w:t>示例：</w:t>
      </w:r>
    </w:p>
    <w:p w14:paraId="7074ACB9" w14:textId="77777777"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14:paraId="471315F0" w14:textId="77777777"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14:paraId="423D8535" w14:textId="77777777" w:rsidR="009D0D46" w:rsidRDefault="009D0D46" w:rsidP="009D0D46">
      <w:pPr>
        <w:spacing w:line="440" w:lineRule="exact"/>
        <w:ind w:firstLineChars="200" w:firstLine="480"/>
        <w:rPr>
          <w:sz w:val="24"/>
        </w:rPr>
      </w:pPr>
      <w:r>
        <w:rPr>
          <w:rFonts w:hint="eastAsia"/>
          <w:sz w:val="24"/>
        </w:rPr>
        <w:t>第二章，</w:t>
      </w:r>
    </w:p>
    <w:p w14:paraId="4D2C271B"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39"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9"/>
    </w:p>
    <w:p w14:paraId="31E52362" w14:textId="77777777" w:rsidR="00821590" w:rsidRDefault="00821590" w:rsidP="0043677D">
      <w:pPr>
        <w:spacing w:beforeLines="100" w:before="312" w:afterLines="50" w:after="156" w:line="440" w:lineRule="exact"/>
        <w:outlineLvl w:val="2"/>
        <w:rPr>
          <w:rFonts w:ascii="黑体" w:eastAsia="黑体" w:hAnsi="宋体"/>
          <w:b/>
          <w:sz w:val="24"/>
        </w:rPr>
      </w:pPr>
      <w:bookmarkStart w:id="40"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40"/>
    </w:p>
    <w:p w14:paraId="3E8B21A5" w14:textId="77777777"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14:paraId="7A9695DF" w14:textId="77777777" w:rsidR="009D0D46" w:rsidRDefault="009D0D46" w:rsidP="00FA529D">
      <w:pPr>
        <w:spacing w:line="440" w:lineRule="exact"/>
        <w:ind w:firstLineChars="200" w:firstLine="480"/>
        <w:rPr>
          <w:sz w:val="24"/>
        </w:rPr>
      </w:pPr>
      <w:r>
        <w:rPr>
          <w:rFonts w:hint="eastAsia"/>
          <w:sz w:val="24"/>
        </w:rPr>
        <w:t>示例：</w:t>
      </w:r>
    </w:p>
    <w:p w14:paraId="7E009188" w14:textId="77777777"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14:paraId="76DC029E" w14:textId="77777777"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14:paraId="715D5D1C" w14:textId="77777777" w:rsidR="00821590" w:rsidRDefault="00821590" w:rsidP="0043677D">
      <w:pPr>
        <w:spacing w:beforeLines="100" w:before="312" w:afterLines="50" w:after="156" w:line="440" w:lineRule="exact"/>
        <w:outlineLvl w:val="2"/>
        <w:rPr>
          <w:rFonts w:ascii="黑体" w:eastAsia="黑体" w:hAnsi="宋体"/>
          <w:b/>
          <w:sz w:val="24"/>
        </w:rPr>
      </w:pPr>
      <w:bookmarkStart w:id="41"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41"/>
    </w:p>
    <w:p w14:paraId="25C9E2CD" w14:textId="77777777"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14:paraId="4D0E8E0A" w14:textId="77777777" w:rsidR="009D0D46" w:rsidRDefault="009D0D46" w:rsidP="00821590">
      <w:pPr>
        <w:spacing w:line="440" w:lineRule="exact"/>
        <w:ind w:firstLineChars="200" w:firstLine="480"/>
        <w:rPr>
          <w:sz w:val="24"/>
        </w:rPr>
      </w:pPr>
      <w:r>
        <w:rPr>
          <w:rFonts w:hint="eastAsia"/>
          <w:sz w:val="24"/>
        </w:rPr>
        <w:t>示例：</w:t>
      </w:r>
    </w:p>
    <w:p w14:paraId="426BFEFB" w14:textId="77777777"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14:paraId="4421CBDC" w14:textId="77777777"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14:paraId="5F96873E" w14:textId="77777777" w:rsidR="009D0D46" w:rsidRDefault="009D0D46" w:rsidP="009D0D46">
      <w:pPr>
        <w:pStyle w:val="aff3"/>
      </w:pPr>
      <w:r>
        <w:object w:dxaOrig="13515" w:dyaOrig="15979" w14:anchorId="67401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95pt;height:522.5pt;mso-position-horizontal-relative:page;mso-position-vertical-relative:page" o:ole="">
            <v:fill o:detectmouseclick="t"/>
            <v:imagedata r:id="rId13" o:title=""/>
            <o:lock v:ext="edit" aspectratio="f"/>
          </v:shape>
          <o:OLEObject Type="Embed" ProgID="Visio.Drawing.15" ShapeID="对象 44" DrawAspect="Content" ObjectID="_1807006399" r:id="rId14">
            <o:FieldCodes>\* MERGEFORMAT</o:FieldCodes>
          </o:OLEObject>
        </w:object>
      </w:r>
    </w:p>
    <w:p w14:paraId="2CCF4AF0" w14:textId="77777777" w:rsidR="009D0D46" w:rsidRDefault="009D0D46" w:rsidP="00F92027">
      <w:pPr>
        <w:pStyle w:val="aff3"/>
      </w:pPr>
      <w:r>
        <w:rPr>
          <w:rFonts w:hint="eastAsia"/>
        </w:rPr>
        <w:t>图</w:t>
      </w:r>
      <w:r>
        <w:rPr>
          <w:rFonts w:hint="eastAsia"/>
        </w:rPr>
        <w:t>1.1</w:t>
      </w:r>
      <w:r>
        <w:t xml:space="preserve"> </w:t>
      </w:r>
      <w:r>
        <w:rPr>
          <w:rFonts w:hint="eastAsia"/>
        </w:rPr>
        <w:t>论文技术</w:t>
      </w:r>
      <w:r>
        <w:t>路线</w:t>
      </w:r>
    </w:p>
    <w:p w14:paraId="277AA4DE" w14:textId="77777777" w:rsidR="009D0D46" w:rsidRPr="009D0D46" w:rsidRDefault="009D0D46" w:rsidP="00821590">
      <w:pPr>
        <w:spacing w:line="440" w:lineRule="exact"/>
        <w:ind w:firstLineChars="200" w:firstLine="480"/>
        <w:rPr>
          <w:sz w:val="24"/>
        </w:rPr>
      </w:pPr>
    </w:p>
    <w:p w14:paraId="27139DA9" w14:textId="77777777" w:rsidR="00FA529D" w:rsidRPr="00FA529D" w:rsidRDefault="00FA529D">
      <w:pPr>
        <w:spacing w:line="440" w:lineRule="exact"/>
        <w:ind w:firstLineChars="200" w:firstLine="482"/>
        <w:rPr>
          <w:b/>
          <w:sz w:val="24"/>
        </w:rPr>
      </w:pPr>
    </w:p>
    <w:p w14:paraId="36941B09" w14:textId="77777777" w:rsidR="00FA529D" w:rsidRDefault="00FA529D" w:rsidP="0043677D">
      <w:pPr>
        <w:spacing w:afterLines="100" w:after="312" w:line="440" w:lineRule="exact"/>
        <w:jc w:val="center"/>
        <w:outlineLvl w:val="0"/>
        <w:rPr>
          <w:rFonts w:ascii="宋体" w:hAnsi="宋体"/>
          <w:b/>
          <w:sz w:val="24"/>
        </w:rPr>
      </w:pPr>
      <w:r>
        <w:rPr>
          <w:sz w:val="24"/>
        </w:rPr>
        <w:br w:type="page"/>
      </w:r>
      <w:bookmarkStart w:id="42"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42"/>
    </w:p>
    <w:p w14:paraId="6ADDFC69" w14:textId="77777777" w:rsidR="009C46CE" w:rsidRDefault="009C46CE" w:rsidP="0043677D">
      <w:pPr>
        <w:spacing w:beforeLines="100" w:before="312" w:afterLines="50" w:after="156" w:line="440" w:lineRule="exact"/>
        <w:outlineLvl w:val="1"/>
        <w:rPr>
          <w:rFonts w:ascii="黑体" w:eastAsia="黑体" w:hAnsi="宋体"/>
          <w:b/>
          <w:sz w:val="28"/>
          <w:szCs w:val="28"/>
        </w:rPr>
      </w:pPr>
      <w:bookmarkStart w:id="43"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43"/>
    </w:p>
    <w:p w14:paraId="612947AC" w14:textId="77777777" w:rsidR="000C2C31" w:rsidRDefault="000C2C31" w:rsidP="000C2C31">
      <w:pPr>
        <w:spacing w:line="440" w:lineRule="exact"/>
        <w:ind w:firstLineChars="200" w:firstLine="480"/>
        <w:rPr>
          <w:sz w:val="24"/>
        </w:rPr>
      </w:pPr>
      <w:r>
        <w:rPr>
          <w:rFonts w:hint="eastAsia"/>
          <w:sz w:val="24"/>
        </w:rPr>
        <w:t>本部分主要介绍论文涉及到的关键概念（如不需要解释概念</w:t>
      </w:r>
      <w:proofErr w:type="gramStart"/>
      <w:r>
        <w:rPr>
          <w:rFonts w:hint="eastAsia"/>
          <w:sz w:val="24"/>
        </w:rPr>
        <w:t>可不设本小节</w:t>
      </w:r>
      <w:proofErr w:type="gramEnd"/>
      <w:r>
        <w:rPr>
          <w:rFonts w:hint="eastAsia"/>
          <w:sz w:val="24"/>
        </w:rPr>
        <w:t>）。</w:t>
      </w:r>
    </w:p>
    <w:p w14:paraId="07AF7152" w14:textId="77777777" w:rsidR="000C2C31" w:rsidRDefault="000C2C31" w:rsidP="000C2C31">
      <w:pPr>
        <w:spacing w:line="440" w:lineRule="exact"/>
        <w:ind w:firstLineChars="200" w:firstLine="480"/>
        <w:rPr>
          <w:sz w:val="24"/>
        </w:rPr>
      </w:pPr>
      <w:r>
        <w:rPr>
          <w:rFonts w:hint="eastAsia"/>
          <w:sz w:val="24"/>
        </w:rPr>
        <w:t>示例：</w:t>
      </w:r>
    </w:p>
    <w:p w14:paraId="709B167A" w14:textId="77777777" w:rsidR="00520D14" w:rsidRDefault="00520D14" w:rsidP="000C2C31">
      <w:pPr>
        <w:spacing w:line="440" w:lineRule="exact"/>
        <w:ind w:firstLineChars="200" w:firstLine="480"/>
        <w:rPr>
          <w:sz w:val="24"/>
        </w:rPr>
      </w:pPr>
      <w:r>
        <w:rPr>
          <w:rFonts w:hint="eastAsia"/>
          <w:sz w:val="24"/>
        </w:rPr>
        <w:t>价值</w:t>
      </w:r>
      <w:proofErr w:type="gramStart"/>
      <w:r>
        <w:rPr>
          <w:rFonts w:hint="eastAsia"/>
          <w:sz w:val="24"/>
        </w:rPr>
        <w:t>流图析法</w:t>
      </w:r>
      <w:proofErr w:type="gramEnd"/>
      <w:r>
        <w:rPr>
          <w:rFonts w:hint="eastAsia"/>
          <w:sz w:val="24"/>
        </w:rPr>
        <w:t>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14:paraId="08BA2F4C" w14:textId="77777777" w:rsidR="00FA529D" w:rsidRDefault="009C46CE" w:rsidP="0043677D">
      <w:pPr>
        <w:spacing w:beforeLines="100" w:before="312" w:afterLines="50" w:after="156" w:line="440" w:lineRule="exact"/>
        <w:outlineLvl w:val="1"/>
        <w:rPr>
          <w:rFonts w:ascii="黑体" w:eastAsia="黑体" w:hAnsi="宋体"/>
          <w:b/>
          <w:sz w:val="28"/>
          <w:szCs w:val="28"/>
        </w:rPr>
      </w:pPr>
      <w:bookmarkStart w:id="44"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44"/>
    </w:p>
    <w:p w14:paraId="69B53C84" w14:textId="77777777" w:rsidR="000C2C31" w:rsidRDefault="000C2C31">
      <w:pPr>
        <w:spacing w:line="440" w:lineRule="exact"/>
        <w:ind w:firstLineChars="200" w:firstLine="480"/>
        <w:rPr>
          <w:sz w:val="24"/>
        </w:rPr>
      </w:pPr>
      <w:r>
        <w:rPr>
          <w:rFonts w:hint="eastAsia"/>
          <w:sz w:val="24"/>
        </w:rPr>
        <w:t>本部分主要介绍论文分析论述中用到的相关理论。</w:t>
      </w:r>
    </w:p>
    <w:p w14:paraId="68DF7FD9" w14:textId="77777777" w:rsidR="000C2C31" w:rsidRDefault="000C2C31">
      <w:pPr>
        <w:spacing w:line="440" w:lineRule="exact"/>
        <w:ind w:firstLineChars="200" w:firstLine="480"/>
        <w:rPr>
          <w:sz w:val="24"/>
        </w:rPr>
      </w:pPr>
      <w:r>
        <w:rPr>
          <w:rFonts w:hint="eastAsia"/>
          <w:sz w:val="24"/>
        </w:rPr>
        <w:t>示例：</w:t>
      </w:r>
    </w:p>
    <w:p w14:paraId="61389740" w14:textId="77777777"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14:paraId="530F4FE9" w14:textId="77777777"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14:paraId="0D79796F" w14:textId="77777777" w:rsidR="000C2C31" w:rsidRDefault="008106CA">
      <w:pPr>
        <w:spacing w:line="440" w:lineRule="exact"/>
        <w:ind w:firstLineChars="200" w:firstLine="480"/>
        <w:rPr>
          <w:sz w:val="24"/>
        </w:rPr>
      </w:pPr>
      <w:r>
        <w:rPr>
          <w:rFonts w:hint="eastAsia"/>
          <w:sz w:val="24"/>
        </w:rPr>
        <w:t>……</w:t>
      </w:r>
    </w:p>
    <w:p w14:paraId="08345E5C" w14:textId="77777777"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14:paraId="5C14AA64" w14:textId="77777777" w:rsidR="008106CA" w:rsidRDefault="008106CA" w:rsidP="008106CA">
      <w:pPr>
        <w:pStyle w:val="aff4"/>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551"/>
        <w:gridCol w:w="4274"/>
      </w:tblGrid>
      <w:tr w:rsidR="008106CA" w:rsidRPr="00520D14" w14:paraId="114BF760" w14:textId="77777777" w:rsidTr="00520D14">
        <w:trPr>
          <w:tblHeader/>
        </w:trPr>
        <w:tc>
          <w:tcPr>
            <w:tcW w:w="2235" w:type="dxa"/>
            <w:tcBorders>
              <w:top w:val="single" w:sz="4" w:space="0" w:color="auto"/>
              <w:bottom w:val="single" w:sz="4" w:space="0" w:color="auto"/>
            </w:tcBorders>
            <w:vAlign w:val="center"/>
          </w:tcPr>
          <w:p w14:paraId="1FD9964C" w14:textId="77777777"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14:paraId="79679E86" w14:textId="77777777"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14:paraId="17396E5F" w14:textId="77777777" w:rsidR="008106CA" w:rsidRPr="00520D14" w:rsidRDefault="008106CA" w:rsidP="00520D14">
            <w:pPr>
              <w:jc w:val="center"/>
              <w:rPr>
                <w:rFonts w:ascii="宋体" w:hAnsi="宋体"/>
              </w:rPr>
            </w:pPr>
            <w:r w:rsidRPr="00520D14">
              <w:rPr>
                <w:rFonts w:ascii="宋体" w:hAnsi="宋体" w:hint="eastAsia"/>
              </w:rPr>
              <w:t>表现</w:t>
            </w:r>
          </w:p>
        </w:tc>
      </w:tr>
      <w:tr w:rsidR="008106CA" w:rsidRPr="00520D14" w14:paraId="40B70ADB" w14:textId="77777777" w:rsidTr="00520D14">
        <w:tc>
          <w:tcPr>
            <w:tcW w:w="2235" w:type="dxa"/>
            <w:vMerge w:val="restart"/>
            <w:tcBorders>
              <w:top w:val="single" w:sz="4" w:space="0" w:color="auto"/>
            </w:tcBorders>
            <w:vAlign w:val="center"/>
          </w:tcPr>
          <w:p w14:paraId="2A5DCE94" w14:textId="77777777"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14:paraId="6BCAE026" w14:textId="77777777" w:rsidR="008106CA" w:rsidRPr="00520D14" w:rsidRDefault="008106CA" w:rsidP="00520D14">
            <w:pPr>
              <w:rPr>
                <w:rFonts w:ascii="宋体" w:hAnsi="宋体"/>
              </w:rPr>
            </w:pPr>
            <w:r w:rsidRPr="00520D14">
              <w:rPr>
                <w:rFonts w:ascii="宋体" w:hAnsi="宋体"/>
              </w:rPr>
              <w:t>由于信息的</w:t>
            </w:r>
            <w:proofErr w:type="gramStart"/>
            <w:r w:rsidRPr="00520D14">
              <w:rPr>
                <w:rFonts w:ascii="宋体" w:hAnsi="宋体"/>
              </w:rPr>
              <w:t>不</w:t>
            </w:r>
            <w:proofErr w:type="gramEnd"/>
            <w:r w:rsidRPr="00520D14">
              <w:rPr>
                <w:rFonts w:ascii="宋体" w:hAnsi="宋体"/>
              </w:rPr>
              <w:t>可用导致的闲置时间</w:t>
            </w:r>
          </w:p>
        </w:tc>
        <w:tc>
          <w:tcPr>
            <w:tcW w:w="4274" w:type="dxa"/>
            <w:tcBorders>
              <w:top w:val="single" w:sz="4" w:space="0" w:color="auto"/>
            </w:tcBorders>
            <w:vAlign w:val="center"/>
          </w:tcPr>
          <w:p w14:paraId="61061095" w14:textId="77777777"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14:paraId="04F921A3" w14:textId="77777777" w:rsidTr="00520D14">
        <w:tc>
          <w:tcPr>
            <w:tcW w:w="2235" w:type="dxa"/>
            <w:vMerge/>
            <w:vAlign w:val="center"/>
          </w:tcPr>
          <w:p w14:paraId="49284E85" w14:textId="77777777" w:rsidR="008106CA" w:rsidRPr="00520D14" w:rsidRDefault="008106CA" w:rsidP="00520D14">
            <w:pPr>
              <w:rPr>
                <w:rFonts w:ascii="宋体" w:hAnsi="宋体"/>
              </w:rPr>
            </w:pPr>
          </w:p>
        </w:tc>
        <w:tc>
          <w:tcPr>
            <w:tcW w:w="2551" w:type="dxa"/>
            <w:vMerge/>
            <w:vAlign w:val="center"/>
          </w:tcPr>
          <w:p w14:paraId="2A5931CA" w14:textId="77777777" w:rsidR="008106CA" w:rsidRPr="00520D14" w:rsidRDefault="008106CA" w:rsidP="00520D14">
            <w:pPr>
              <w:rPr>
                <w:rFonts w:ascii="宋体" w:hAnsi="宋体"/>
              </w:rPr>
            </w:pPr>
          </w:p>
        </w:tc>
        <w:tc>
          <w:tcPr>
            <w:tcW w:w="4274" w:type="dxa"/>
            <w:vAlign w:val="center"/>
          </w:tcPr>
          <w:p w14:paraId="3AD7D452" w14:textId="77777777"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14:paraId="648C2781" w14:textId="77777777" w:rsidR="008106CA" w:rsidRPr="000C2C31" w:rsidRDefault="008106CA">
      <w:pPr>
        <w:spacing w:line="440" w:lineRule="exact"/>
        <w:ind w:firstLineChars="200" w:firstLine="480"/>
        <w:rPr>
          <w:sz w:val="24"/>
        </w:rPr>
      </w:pPr>
    </w:p>
    <w:p w14:paraId="6FD47007"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45"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45"/>
    </w:p>
    <w:p w14:paraId="43DAB986" w14:textId="77777777" w:rsidR="00FA529D" w:rsidRDefault="00520D14">
      <w:pPr>
        <w:spacing w:line="440" w:lineRule="exact"/>
        <w:ind w:firstLineChars="200" w:firstLine="480"/>
        <w:rPr>
          <w:sz w:val="24"/>
        </w:rPr>
      </w:pPr>
      <w:r>
        <w:rPr>
          <w:rFonts w:hint="eastAsia"/>
          <w:sz w:val="24"/>
        </w:rPr>
        <w:t>本部分主要综述与论文相关的国内外研究的主要观点。</w:t>
      </w:r>
    </w:p>
    <w:p w14:paraId="390C229F" w14:textId="77777777" w:rsidR="00520D14" w:rsidRDefault="00520D14">
      <w:pPr>
        <w:spacing w:line="440" w:lineRule="exact"/>
        <w:ind w:firstLineChars="200" w:firstLine="480"/>
        <w:rPr>
          <w:sz w:val="24"/>
        </w:rPr>
      </w:pPr>
      <w:r>
        <w:rPr>
          <w:rFonts w:hint="eastAsia"/>
          <w:sz w:val="24"/>
        </w:rPr>
        <w:t>示例：</w:t>
      </w:r>
    </w:p>
    <w:p w14:paraId="2198F88B" w14:textId="77777777"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14:paraId="0483AA9E" w14:textId="77777777"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w:t>
      </w:r>
      <w:proofErr w:type="gramStart"/>
      <w:r>
        <w:rPr>
          <w:rFonts w:hint="eastAsia"/>
          <w:sz w:val="24"/>
        </w:rPr>
        <w:t>流图析法</w:t>
      </w:r>
      <w:proofErr w:type="gramEnd"/>
      <w:r>
        <w:rPr>
          <w:rFonts w:hint="eastAsia"/>
          <w:sz w:val="24"/>
        </w:rPr>
        <w:t>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14:paraId="4A3512C4" w14:textId="77777777" w:rsidR="00D878BA" w:rsidRDefault="00D878BA" w:rsidP="00D878BA">
      <w:pPr>
        <w:spacing w:line="440" w:lineRule="exact"/>
        <w:ind w:firstLineChars="200" w:firstLine="480"/>
        <w:rPr>
          <w:sz w:val="24"/>
        </w:rPr>
      </w:pPr>
      <w:r>
        <w:rPr>
          <w:rFonts w:hint="eastAsia"/>
          <w:sz w:val="24"/>
        </w:rPr>
        <w:t>针对……</w:t>
      </w:r>
    </w:p>
    <w:p w14:paraId="711DB8D9" w14:textId="77777777" w:rsidR="00520D14" w:rsidRPr="00D878BA" w:rsidRDefault="00520D14">
      <w:pPr>
        <w:spacing w:line="440" w:lineRule="exact"/>
        <w:ind w:firstLineChars="200" w:firstLine="480"/>
        <w:rPr>
          <w:sz w:val="24"/>
        </w:rPr>
      </w:pPr>
    </w:p>
    <w:p w14:paraId="1C496042" w14:textId="77777777" w:rsidR="00A63B61" w:rsidRDefault="00A63B61">
      <w:pPr>
        <w:spacing w:line="440" w:lineRule="exact"/>
        <w:ind w:firstLineChars="200" w:firstLine="480"/>
        <w:rPr>
          <w:sz w:val="24"/>
        </w:rPr>
      </w:pPr>
    </w:p>
    <w:p w14:paraId="45FE8E88" w14:textId="77777777" w:rsidR="00A63B61" w:rsidRDefault="00A63B61">
      <w:pPr>
        <w:spacing w:line="440" w:lineRule="exact"/>
        <w:ind w:firstLineChars="200" w:firstLine="480"/>
        <w:rPr>
          <w:sz w:val="24"/>
        </w:rPr>
      </w:pPr>
    </w:p>
    <w:p w14:paraId="51AEC6FB" w14:textId="77777777" w:rsidR="00A63B61" w:rsidRDefault="00A63B61">
      <w:pPr>
        <w:spacing w:line="440" w:lineRule="exact"/>
        <w:ind w:firstLineChars="200" w:firstLine="480"/>
        <w:rPr>
          <w:sz w:val="24"/>
        </w:rPr>
      </w:pPr>
    </w:p>
    <w:p w14:paraId="39146147" w14:textId="77777777" w:rsidR="00A63B61" w:rsidRDefault="00A63B61">
      <w:pPr>
        <w:spacing w:line="440" w:lineRule="exact"/>
        <w:ind w:firstLineChars="200" w:firstLine="480"/>
        <w:rPr>
          <w:sz w:val="24"/>
        </w:rPr>
      </w:pPr>
    </w:p>
    <w:p w14:paraId="5DE4AF51" w14:textId="77777777" w:rsidR="00A63B61" w:rsidRDefault="00A63B61" w:rsidP="00A63B61">
      <w:pPr>
        <w:spacing w:line="440" w:lineRule="exact"/>
        <w:ind w:firstLineChars="200" w:firstLine="480"/>
        <w:rPr>
          <w:sz w:val="24"/>
        </w:rPr>
      </w:pPr>
    </w:p>
    <w:p w14:paraId="29269E0E" w14:textId="77777777" w:rsidR="00A63B61" w:rsidRPr="00FA529D" w:rsidRDefault="00A63B61" w:rsidP="00A63B61">
      <w:pPr>
        <w:spacing w:line="440" w:lineRule="exact"/>
        <w:ind w:firstLineChars="200" w:firstLine="482"/>
        <w:rPr>
          <w:b/>
          <w:sz w:val="24"/>
        </w:rPr>
      </w:pPr>
    </w:p>
    <w:p w14:paraId="498A3A94" w14:textId="77777777" w:rsidR="00CB5CD9" w:rsidRDefault="00A63B61" w:rsidP="0043677D">
      <w:pPr>
        <w:spacing w:afterLines="100" w:after="312" w:line="440" w:lineRule="exact"/>
        <w:jc w:val="center"/>
        <w:outlineLvl w:val="0"/>
        <w:rPr>
          <w:rFonts w:ascii="宋体" w:hAnsi="宋体"/>
          <w:sz w:val="24"/>
        </w:rPr>
      </w:pPr>
      <w:bookmarkStart w:id="46" w:name="_Toc128898878"/>
      <w:bookmarkStart w:id="47" w:name="_Toc229134745"/>
      <w:bookmarkStart w:id="48" w:name="_Toc229135399"/>
      <w:bookmarkStart w:id="49" w:name="_Toc229135544"/>
      <w:bookmarkStart w:id="50" w:name="_Toc229136213"/>
      <w:r>
        <w:rPr>
          <w:rFonts w:ascii="宋体" w:hAnsi="宋体"/>
          <w:sz w:val="24"/>
        </w:rPr>
        <w:br w:type="page"/>
      </w:r>
      <w:bookmarkStart w:id="51" w:name="_Toc4150157"/>
      <w:r w:rsidR="00CB5CD9">
        <w:rPr>
          <w:rFonts w:ascii="黑体" w:eastAsia="黑体" w:hAnsi="宋体" w:hint="eastAsia"/>
          <w:sz w:val="32"/>
          <w:szCs w:val="32"/>
        </w:rPr>
        <w:lastRenderedPageBreak/>
        <w:t>结论</w:t>
      </w:r>
      <w:bookmarkEnd w:id="46"/>
      <w:bookmarkEnd w:id="47"/>
      <w:bookmarkEnd w:id="48"/>
      <w:bookmarkEnd w:id="49"/>
      <w:bookmarkEnd w:id="50"/>
      <w:bookmarkEnd w:id="51"/>
    </w:p>
    <w:p w14:paraId="56F62225" w14:textId="77777777"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14:paraId="3B88D23D" w14:textId="77777777" w:rsidR="00CB5CD9" w:rsidRDefault="00CB5CD9">
      <w:pPr>
        <w:spacing w:line="440" w:lineRule="exact"/>
        <w:ind w:firstLineChars="200" w:firstLine="480"/>
        <w:rPr>
          <w:rFonts w:hAnsi="宋体"/>
          <w:color w:val="0000FF"/>
          <w:sz w:val="24"/>
        </w:rPr>
      </w:pPr>
    </w:p>
    <w:p w14:paraId="0AF63E1D" w14:textId="77777777" w:rsidR="00CB5CD9" w:rsidRDefault="00CB5CD9">
      <w:pPr>
        <w:spacing w:line="440" w:lineRule="exact"/>
        <w:rPr>
          <w:rFonts w:ascii="宋体" w:hAnsi="宋体"/>
          <w:sz w:val="24"/>
        </w:rPr>
      </w:pPr>
    </w:p>
    <w:p w14:paraId="23B98ABF" w14:textId="77777777" w:rsidR="00CB5CD9" w:rsidRDefault="00CB5CD9">
      <w:pPr>
        <w:spacing w:line="440" w:lineRule="exact"/>
        <w:rPr>
          <w:rFonts w:ascii="宋体" w:hAnsi="宋体"/>
          <w:sz w:val="24"/>
        </w:rPr>
      </w:pPr>
    </w:p>
    <w:p w14:paraId="200C7B4F" w14:textId="77777777"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14:paraId="19E348D6" w14:textId="77777777" w:rsidR="00CB5CD9" w:rsidRDefault="00CB5CD9" w:rsidP="0043677D">
      <w:pPr>
        <w:spacing w:afterLines="100" w:after="312" w:line="440" w:lineRule="exact"/>
        <w:jc w:val="center"/>
        <w:outlineLvl w:val="0"/>
        <w:rPr>
          <w:rFonts w:ascii="黑体" w:eastAsia="黑体" w:hAnsi="宋体"/>
          <w:b/>
          <w:sz w:val="32"/>
          <w:szCs w:val="32"/>
        </w:rPr>
      </w:pPr>
      <w:bookmarkStart w:id="52" w:name="_Toc128898828"/>
      <w:bookmarkStart w:id="53" w:name="_Toc229134748"/>
      <w:bookmarkStart w:id="54" w:name="_Toc229135402"/>
      <w:bookmarkStart w:id="55" w:name="_Toc229135547"/>
      <w:bookmarkStart w:id="56" w:name="_Toc229136216"/>
      <w:bookmarkStart w:id="57" w:name="_Toc4150158"/>
      <w:r>
        <w:rPr>
          <w:rFonts w:ascii="黑体" w:eastAsia="黑体" w:hAnsi="宋体" w:hint="eastAsia"/>
          <w:b/>
          <w:sz w:val="32"/>
          <w:szCs w:val="32"/>
        </w:rPr>
        <w:lastRenderedPageBreak/>
        <w:t>参考文献</w:t>
      </w:r>
      <w:bookmarkEnd w:id="52"/>
      <w:bookmarkEnd w:id="53"/>
      <w:bookmarkEnd w:id="54"/>
      <w:bookmarkEnd w:id="55"/>
      <w:bookmarkEnd w:id="56"/>
      <w:bookmarkEnd w:id="57"/>
    </w:p>
    <w:p w14:paraId="3F6E09FE" w14:textId="1BC6EA7D" w:rsidR="00CB5CD9" w:rsidRDefault="00CB5CD9" w:rsidP="0016717F">
      <w:pPr>
        <w:spacing w:line="440" w:lineRule="exact"/>
        <w:rPr>
          <w:rFonts w:hAnsi="宋体"/>
          <w:szCs w:val="21"/>
        </w:rPr>
      </w:pPr>
      <w:r>
        <w:rPr>
          <w:rFonts w:hAnsi="宋体"/>
          <w:szCs w:val="21"/>
        </w:rPr>
        <w:t>[1]</w:t>
      </w:r>
      <w:r w:rsidR="00F80143">
        <w:t>张宇</w:t>
      </w:r>
      <w:r w:rsidR="00F80143">
        <w:t xml:space="preserve">, </w:t>
      </w:r>
      <w:r w:rsidR="00F80143">
        <w:t>金寿松</w:t>
      </w:r>
      <w:r w:rsidR="00F80143">
        <w:t xml:space="preserve">, </w:t>
      </w:r>
      <w:r w:rsidR="00F80143">
        <w:t>冯定忠</w:t>
      </w:r>
      <w:r w:rsidR="00B70147">
        <w:rPr>
          <w:rFonts w:hint="eastAsia"/>
        </w:rPr>
        <w:t>等</w:t>
      </w:r>
      <w:r w:rsidR="00F80143">
        <w:t xml:space="preserve">. </w:t>
      </w:r>
      <w:r w:rsidR="00F80143">
        <w:t>基于价值流图的齿轮生产线分析与改善</w:t>
      </w:r>
      <w:r w:rsidR="00F80143">
        <w:t xml:space="preserve">[J]. </w:t>
      </w:r>
      <w:r w:rsidR="00F80143">
        <w:t>成组技术与生产现代化</w:t>
      </w:r>
      <w:r w:rsidR="00F80143">
        <w:t>, 2012, 29(03): 7-12.</w:t>
      </w:r>
    </w:p>
    <w:p w14:paraId="7B821D5A" w14:textId="77777777" w:rsidR="00CB5CD9" w:rsidRDefault="00CB5CD9" w:rsidP="0016717F">
      <w:pPr>
        <w:spacing w:line="440" w:lineRule="exact"/>
        <w:rPr>
          <w:rFonts w:hAnsi="宋体"/>
          <w:szCs w:val="21"/>
        </w:rPr>
      </w:pPr>
      <w:r>
        <w:rPr>
          <w:rFonts w:hAnsi="宋体"/>
          <w:szCs w:val="21"/>
        </w:rPr>
        <w:t>[</w:t>
      </w:r>
      <w:proofErr w:type="gramStart"/>
      <w:r>
        <w:rPr>
          <w:rFonts w:hAnsi="宋体"/>
          <w:szCs w:val="21"/>
        </w:rPr>
        <w:t>2]</w:t>
      </w:r>
      <w:r w:rsidR="00212D38">
        <w:rPr>
          <w:rFonts w:hAnsi="宋体"/>
          <w:szCs w:val="21"/>
        </w:rPr>
        <w:t>Singh</w:t>
      </w:r>
      <w:proofErr w:type="gramEnd"/>
      <w:r w:rsidR="00212D38">
        <w:rPr>
          <w:rFonts w:hAnsi="宋体"/>
          <w:szCs w:val="21"/>
        </w:rPr>
        <w:t xml:space="preserve"> </w:t>
      </w:r>
      <w:r w:rsidR="00D33D22">
        <w:t xml:space="preserve">H, </w:t>
      </w:r>
      <w:r w:rsidR="00212D38">
        <w:t xml:space="preserve">Singh </w:t>
      </w:r>
      <w:r w:rsidR="00D33D22">
        <w:t xml:space="preserve">A. Application of Lean Manufacturing using Value Stream Mapping in </w:t>
      </w:r>
      <w:r w:rsidR="00762601">
        <w:t>A</w:t>
      </w:r>
      <w:r w:rsidR="00D33D22">
        <w:t xml:space="preserve">n Auto-parts Manufacturing </w:t>
      </w:r>
      <w:r w:rsidR="0060686A">
        <w:t>U</w:t>
      </w:r>
      <w:r w:rsidR="00D33D22">
        <w:t>nit[J]. Journal of Advances in Management Research, 2013, 10(1)</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14:paraId="49ACFBDB" w14:textId="77777777" w:rsidR="00375B67" w:rsidRDefault="00CB5CD9" w:rsidP="0016717F">
      <w:pPr>
        <w:spacing w:line="440" w:lineRule="exact"/>
        <w:rPr>
          <w:rFonts w:hAnsi="宋体"/>
          <w:szCs w:val="21"/>
        </w:rPr>
      </w:pPr>
      <w:r>
        <w:rPr>
          <w:rFonts w:hAnsi="宋体"/>
          <w:szCs w:val="21"/>
        </w:rPr>
        <w:t>[3]</w:t>
      </w:r>
      <w:r w:rsidR="00375B67">
        <w:t>宋文强</w:t>
      </w:r>
      <w:r w:rsidR="00375B67">
        <w:t xml:space="preserve">. </w:t>
      </w:r>
      <w:r w:rsidR="00375B67">
        <w:t>现场精细化管理</w:t>
      </w:r>
      <w:r w:rsidR="00375B67">
        <w:t xml:space="preserve">[M]. </w:t>
      </w:r>
      <w:r w:rsidR="00375B67">
        <w:t>北京</w:t>
      </w:r>
      <w:r w:rsidR="00375B67">
        <w:t xml:space="preserve">: </w:t>
      </w:r>
      <w:r w:rsidR="00375B67">
        <w:t>化学工业出版社</w:t>
      </w:r>
      <w:r w:rsidR="00375B67">
        <w:t>, 2011: 181-185</w:t>
      </w:r>
    </w:p>
    <w:p w14:paraId="0C46EBA2" w14:textId="77777777"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proofErr w:type="gramStart"/>
      <w:r>
        <w:rPr>
          <w:rFonts w:hAnsi="宋体" w:hint="eastAsia"/>
          <w:szCs w:val="21"/>
        </w:rPr>
        <w:t>曲飞</w:t>
      </w:r>
      <w:proofErr w:type="gramEnd"/>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14:paraId="17CA6EFC" w14:textId="77777777" w:rsidR="00CB5CD9" w:rsidRDefault="00CB5CD9" w:rsidP="0016717F">
      <w:pPr>
        <w:spacing w:line="440" w:lineRule="exact"/>
        <w:rPr>
          <w:rFonts w:hAnsi="宋体"/>
          <w:szCs w:val="21"/>
        </w:rPr>
      </w:pPr>
      <w:r>
        <w:rPr>
          <w:rFonts w:hAnsi="宋体"/>
          <w:szCs w:val="21"/>
        </w:rPr>
        <w:t>[</w:t>
      </w:r>
      <w:proofErr w:type="gramStart"/>
      <w:r>
        <w:rPr>
          <w:rFonts w:hAnsi="宋体"/>
          <w:szCs w:val="21"/>
        </w:rPr>
        <w:t>5]Mao</w:t>
      </w:r>
      <w:proofErr w:type="gramEnd"/>
      <w:r>
        <w:rPr>
          <w:rFonts w:hAnsi="宋体"/>
          <w:szCs w:val="21"/>
        </w:rPr>
        <w:t xml:space="preserve">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w:t>
      </w:r>
      <w:proofErr w:type="gramStart"/>
      <w:r>
        <w:rPr>
          <w:rFonts w:hAnsi="宋体"/>
          <w:szCs w:val="21"/>
        </w:rPr>
        <w:t>AIE )</w:t>
      </w:r>
      <w:proofErr w:type="gramEnd"/>
      <w:r>
        <w:rPr>
          <w:rFonts w:hAnsi="宋体"/>
          <w:szCs w:val="21"/>
        </w:rPr>
        <w:t xml:space="preserve">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14:paraId="4C1077D0" w14:textId="77777777"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14:paraId="2ED13E3B" w14:textId="77777777"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14:paraId="2C4D24D7" w14:textId="77777777"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14:paraId="268B29EB" w14:textId="77777777"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proofErr w:type="gramStart"/>
      <w:r>
        <w:rPr>
          <w:rFonts w:hAnsi="宋体"/>
          <w:szCs w:val="21"/>
        </w:rPr>
        <w:t>毛峡</w:t>
      </w:r>
      <w:proofErr w:type="gramEnd"/>
      <w:r>
        <w:rPr>
          <w:rFonts w:hAnsi="宋体" w:hint="eastAsia"/>
          <w:szCs w:val="21"/>
        </w:rPr>
        <w:t>.</w:t>
      </w:r>
      <w:r w:rsidR="006F6E4F">
        <w:rPr>
          <w:rFonts w:hAnsi="宋体" w:hint="eastAsia"/>
          <w:szCs w:val="21"/>
        </w:rPr>
        <w:t xml:space="preserve"> </w:t>
      </w:r>
      <w:proofErr w:type="gramStart"/>
      <w:r>
        <w:rPr>
          <w:rFonts w:hAnsi="宋体"/>
          <w:szCs w:val="21"/>
        </w:rPr>
        <w:t>情感工</w:t>
      </w:r>
      <w:proofErr w:type="gramEnd"/>
      <w:r>
        <w:rPr>
          <w:rFonts w:hAnsi="宋体"/>
          <w:szCs w:val="21"/>
        </w:rPr>
        <w:t>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14:paraId="43D3DFBB" w14:textId="77777777"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14:paraId="323AEE17" w14:textId="77777777"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(1998-08-</w:t>
      </w:r>
      <w:proofErr w:type="gramStart"/>
      <w:r>
        <w:rPr>
          <w:rFonts w:hAnsi="宋体" w:hint="eastAsia"/>
          <w:szCs w:val="21"/>
        </w:rPr>
        <w:t>16)[</w:t>
      </w:r>
      <w:proofErr w:type="gramEnd"/>
      <w:r>
        <w:rPr>
          <w:rFonts w:hAnsi="宋体" w:hint="eastAsia"/>
          <w:szCs w:val="21"/>
        </w:rPr>
        <w:t xml:space="preserve">1998-10-04] </w:t>
      </w:r>
      <w:r>
        <w:rPr>
          <w:rFonts w:hAnsi="宋体"/>
          <w:szCs w:val="21"/>
        </w:rPr>
        <w:t>http://www.cajcd.cn/pub/wml.txt/980810-2.html</w:t>
      </w:r>
      <w:r>
        <w:rPr>
          <w:rFonts w:hAnsi="宋体" w:hint="eastAsia"/>
          <w:szCs w:val="21"/>
        </w:rPr>
        <w:t>.</w:t>
      </w:r>
    </w:p>
    <w:p w14:paraId="19CCA413" w14:textId="77777777" w:rsidR="00CB5CD9" w:rsidRDefault="00CB5CD9">
      <w:pPr>
        <w:pStyle w:val="11"/>
        <w:rPr>
          <w:lang w:val="de-DE"/>
        </w:rPr>
      </w:pPr>
    </w:p>
    <w:p w14:paraId="5ABF3DD3" w14:textId="77777777" w:rsidR="00CB5CD9" w:rsidRDefault="00CB5CD9">
      <w:pPr>
        <w:pStyle w:val="11"/>
        <w:rPr>
          <w:lang w:val="de-DE"/>
        </w:rPr>
      </w:pPr>
    </w:p>
    <w:p w14:paraId="75B3A815" w14:textId="77777777" w:rsidR="00CB5CD9" w:rsidRDefault="00CB5CD9">
      <w:pPr>
        <w:pStyle w:val="11"/>
        <w:rPr>
          <w:lang w:val="de-DE"/>
        </w:rPr>
      </w:pPr>
    </w:p>
    <w:p w14:paraId="08442511" w14:textId="77777777" w:rsidR="00CB5CD9" w:rsidRDefault="00CB5CD9">
      <w:pPr>
        <w:pStyle w:val="11"/>
        <w:rPr>
          <w:lang w:val="de-DE"/>
        </w:rPr>
      </w:pPr>
    </w:p>
    <w:p w14:paraId="394EC555" w14:textId="77777777" w:rsidR="00CB5CD9" w:rsidRDefault="00CB5CD9">
      <w:pPr>
        <w:pStyle w:val="11"/>
        <w:rPr>
          <w:lang w:val="de-DE"/>
        </w:rPr>
      </w:pPr>
    </w:p>
    <w:p w14:paraId="1DF524A6" w14:textId="77777777" w:rsidR="00CB5CD9" w:rsidRDefault="00CB5CD9">
      <w:pPr>
        <w:pStyle w:val="11"/>
        <w:rPr>
          <w:lang w:val="de-DE"/>
        </w:rPr>
      </w:pPr>
    </w:p>
    <w:p w14:paraId="608BB4D1" w14:textId="77777777" w:rsidR="00CB5CD9" w:rsidRDefault="00CB5CD9">
      <w:pPr>
        <w:pStyle w:val="11"/>
        <w:rPr>
          <w:lang w:val="de-DE"/>
        </w:rPr>
      </w:pPr>
    </w:p>
    <w:p w14:paraId="6AA49ED3" w14:textId="77777777" w:rsidR="00CB5CD9" w:rsidRDefault="00CB5CD9">
      <w:pPr>
        <w:pStyle w:val="11"/>
        <w:rPr>
          <w:lang w:val="de-DE"/>
        </w:rPr>
      </w:pPr>
    </w:p>
    <w:p w14:paraId="486DE9E1" w14:textId="77777777" w:rsidR="00CB5CD9" w:rsidRDefault="00CB5CD9">
      <w:pPr>
        <w:pStyle w:val="11"/>
        <w:ind w:firstLineChars="0" w:firstLine="0"/>
        <w:rPr>
          <w:lang w:val="de-DE"/>
        </w:rPr>
      </w:pPr>
    </w:p>
    <w:p w14:paraId="3BB245CA" w14:textId="77777777" w:rsidR="00CB5CD9" w:rsidRPr="0016717F" w:rsidRDefault="00CB5CD9" w:rsidP="0043677D">
      <w:pPr>
        <w:spacing w:afterLines="100" w:after="312" w:line="440" w:lineRule="exact"/>
        <w:jc w:val="center"/>
        <w:outlineLvl w:val="0"/>
        <w:rPr>
          <w:rFonts w:ascii="黑体" w:eastAsia="黑体" w:hAnsi="宋体"/>
          <w:b/>
          <w:sz w:val="32"/>
          <w:szCs w:val="32"/>
        </w:rPr>
      </w:pPr>
      <w:r>
        <w:rPr>
          <w:lang w:val="de-DE"/>
        </w:rPr>
        <w:br w:type="page"/>
      </w:r>
      <w:bookmarkStart w:id="58" w:name="_Toc4150159"/>
      <w:r w:rsidRPr="0016717F">
        <w:rPr>
          <w:rFonts w:ascii="黑体" w:eastAsia="黑体" w:hAnsi="宋体" w:hint="eastAsia"/>
          <w:b/>
          <w:sz w:val="32"/>
          <w:szCs w:val="32"/>
        </w:rPr>
        <w:lastRenderedPageBreak/>
        <w:t>附录</w:t>
      </w:r>
      <w:bookmarkEnd w:id="58"/>
    </w:p>
    <w:p w14:paraId="412C232F" w14:textId="77777777"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w:t>
      </w:r>
      <w:proofErr w:type="gramStart"/>
      <w:r>
        <w:rPr>
          <w:rFonts w:ascii="宋体" w:hAnsi="宋体" w:hint="eastAsia"/>
          <w:color w:val="0000FF"/>
          <w:sz w:val="24"/>
        </w:rPr>
        <w:t>序号后标</w:t>
      </w:r>
      <w:proofErr w:type="gramEnd"/>
      <w:r>
        <w:rPr>
          <w:rFonts w:ascii="宋体" w:hAnsi="宋体" w:hint="eastAsia"/>
          <w:color w:val="0000FF"/>
          <w:sz w:val="24"/>
        </w:rPr>
        <w:t>1,2,3……系列来表示，如A1，A2，……系列；图A1，图A2,……系列；表A1，表A2，……系列。每个附录应有标题）</w:t>
      </w:r>
    </w:p>
    <w:p w14:paraId="554EA2E1" w14:textId="77777777"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14:paraId="44CB85A7" w14:textId="77777777" w:rsidR="00CB5CD9" w:rsidRDefault="00CB5CD9" w:rsidP="0043677D">
      <w:pPr>
        <w:spacing w:afterLines="100" w:after="312" w:line="440" w:lineRule="exact"/>
        <w:jc w:val="center"/>
        <w:outlineLvl w:val="0"/>
        <w:rPr>
          <w:rFonts w:ascii="黑体" w:eastAsia="黑体" w:hAnsi="宋体"/>
          <w:b/>
          <w:sz w:val="32"/>
          <w:szCs w:val="32"/>
        </w:rPr>
      </w:pPr>
      <w:r>
        <w:rPr>
          <w:rFonts w:ascii="宋体" w:hAnsi="宋体"/>
          <w:sz w:val="24"/>
        </w:rPr>
        <w:br w:type="page"/>
      </w:r>
      <w:bookmarkStart w:id="59" w:name="_Toc4150160"/>
      <w:bookmarkStart w:id="60" w:name="_Toc229134750"/>
      <w:bookmarkStart w:id="61" w:name="_Toc229135404"/>
      <w:bookmarkStart w:id="62" w:name="_Toc229135549"/>
      <w:bookmarkStart w:id="63" w:name="_Toc229136218"/>
      <w:r>
        <w:rPr>
          <w:rFonts w:ascii="黑体" w:eastAsia="黑体" w:hAnsi="宋体" w:hint="eastAsia"/>
          <w:b/>
          <w:sz w:val="32"/>
          <w:szCs w:val="32"/>
        </w:rPr>
        <w:lastRenderedPageBreak/>
        <w:t>攻读学位期间发表论文与研究成果清单</w:t>
      </w:r>
      <w:bookmarkEnd w:id="59"/>
    </w:p>
    <w:p w14:paraId="4ED3316E" w14:textId="77777777" w:rsidR="00CB5CD9" w:rsidRDefault="00CB5CD9">
      <w:pPr>
        <w:pStyle w:val="af7"/>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proofErr w:type="gramStart"/>
      <w:r>
        <w:rPr>
          <w:rFonts w:hAnsi="宋体" w:hint="eastAsia"/>
          <w:kern w:val="2"/>
          <w:sz w:val="21"/>
          <w:szCs w:val="21"/>
        </w:rPr>
        <w:t>高凌</w:t>
      </w:r>
      <w:proofErr w:type="gramEnd"/>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14:paraId="171C3A08" w14:textId="77777777" w:rsidR="00F92027" w:rsidRDefault="00F92027">
      <w:pPr>
        <w:pStyle w:val="af7"/>
        <w:spacing w:line="440" w:lineRule="exact"/>
        <w:ind w:firstLineChars="0" w:firstLine="0"/>
        <w:rPr>
          <w:rFonts w:hAnsi="宋体"/>
          <w:kern w:val="2"/>
          <w:sz w:val="21"/>
          <w:szCs w:val="21"/>
        </w:rPr>
      </w:pPr>
    </w:p>
    <w:p w14:paraId="30EAFC0E" w14:textId="77777777" w:rsidR="00F92027" w:rsidRDefault="00F92027">
      <w:pPr>
        <w:pStyle w:val="af7"/>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w:t>
      </w:r>
      <w:proofErr w:type="gramStart"/>
      <w:r>
        <w:rPr>
          <w:rFonts w:hAnsi="宋体" w:hint="eastAsia"/>
          <w:kern w:val="2"/>
          <w:sz w:val="21"/>
          <w:szCs w:val="21"/>
        </w:rPr>
        <w:t>无</w:t>
      </w:r>
      <w:r>
        <w:rPr>
          <w:rFonts w:hAnsi="宋体"/>
          <w:kern w:val="2"/>
          <w:sz w:val="21"/>
          <w:szCs w:val="21"/>
        </w:rPr>
        <w:t>发</w:t>
      </w:r>
      <w:r>
        <w:rPr>
          <w:rFonts w:hAnsi="宋体" w:hint="eastAsia"/>
          <w:kern w:val="2"/>
          <w:sz w:val="21"/>
          <w:szCs w:val="21"/>
        </w:rPr>
        <w:t>表</w:t>
      </w:r>
      <w:proofErr w:type="gramEnd"/>
      <w:r>
        <w:rPr>
          <w:rFonts w:hAnsi="宋体"/>
          <w:kern w:val="2"/>
          <w:sz w:val="21"/>
          <w:szCs w:val="21"/>
        </w:rPr>
        <w:t>论文此页可删除</w:t>
      </w:r>
      <w:r>
        <w:rPr>
          <w:rFonts w:hAnsi="宋体" w:hint="eastAsia"/>
          <w:kern w:val="2"/>
          <w:sz w:val="21"/>
          <w:szCs w:val="21"/>
        </w:rPr>
        <w:t>。</w:t>
      </w:r>
    </w:p>
    <w:p w14:paraId="41D472F0" w14:textId="77777777" w:rsidR="00CB5CD9" w:rsidRDefault="00CB5CD9" w:rsidP="0043677D">
      <w:pPr>
        <w:spacing w:afterLines="100" w:after="312" w:line="440" w:lineRule="exact"/>
        <w:jc w:val="center"/>
        <w:outlineLvl w:val="0"/>
        <w:rPr>
          <w:rFonts w:ascii="黑体" w:eastAsia="黑体"/>
          <w:b/>
          <w:sz w:val="32"/>
          <w:szCs w:val="32"/>
        </w:rPr>
      </w:pPr>
      <w:r>
        <w:rPr>
          <w:rFonts w:ascii="黑体" w:eastAsia="黑体" w:hAnsi="宋体"/>
          <w:b/>
          <w:sz w:val="32"/>
          <w:szCs w:val="32"/>
        </w:rPr>
        <w:br w:type="page"/>
      </w:r>
      <w:bookmarkStart w:id="64" w:name="_Toc128898881"/>
      <w:bookmarkStart w:id="65" w:name="_Toc229134751"/>
      <w:bookmarkStart w:id="66" w:name="_Toc229135405"/>
      <w:bookmarkStart w:id="67" w:name="_Toc229135550"/>
      <w:bookmarkStart w:id="68" w:name="_Toc229136219"/>
      <w:bookmarkStart w:id="69" w:name="_Toc4150161"/>
      <w:r>
        <w:rPr>
          <w:rFonts w:ascii="黑体" w:eastAsia="黑体" w:hint="eastAsia"/>
          <w:b/>
          <w:sz w:val="32"/>
          <w:szCs w:val="32"/>
        </w:rPr>
        <w:lastRenderedPageBreak/>
        <w:t>致谢</w:t>
      </w:r>
      <w:bookmarkEnd w:id="60"/>
      <w:bookmarkEnd w:id="61"/>
      <w:bookmarkEnd w:id="62"/>
      <w:bookmarkEnd w:id="63"/>
      <w:bookmarkEnd w:id="64"/>
      <w:bookmarkEnd w:id="65"/>
      <w:bookmarkEnd w:id="66"/>
      <w:bookmarkEnd w:id="67"/>
      <w:bookmarkEnd w:id="68"/>
      <w:bookmarkEnd w:id="69"/>
    </w:p>
    <w:p w14:paraId="0E4A3077" w14:textId="77777777" w:rsidR="00CB5CD9" w:rsidRDefault="00CB5CD9" w:rsidP="00DA114C">
      <w:pPr>
        <w:pStyle w:val="af8"/>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14:paraId="4F31FF73" w14:textId="77777777" w:rsidR="00CB5CD9" w:rsidRDefault="00CB5CD9">
      <w:pPr>
        <w:spacing w:line="320" w:lineRule="exact"/>
        <w:rPr>
          <w:rFonts w:ascii="宋体" w:hAnsi="宋体"/>
          <w:sz w:val="24"/>
        </w:rPr>
      </w:pPr>
    </w:p>
    <w:p w14:paraId="4C21BDC9" w14:textId="77777777" w:rsidR="00CB5CD9" w:rsidRDefault="00CB5CD9">
      <w:pPr>
        <w:spacing w:line="320" w:lineRule="exact"/>
        <w:rPr>
          <w:rFonts w:ascii="宋体" w:hAnsi="宋体"/>
          <w:sz w:val="24"/>
        </w:rPr>
      </w:pPr>
    </w:p>
    <w:p w14:paraId="457AAE26" w14:textId="77777777" w:rsidR="00CB5CD9" w:rsidRDefault="00CB5CD9">
      <w:pPr>
        <w:spacing w:line="320" w:lineRule="exact"/>
        <w:rPr>
          <w:rFonts w:ascii="宋体" w:hAnsi="宋体"/>
          <w:sz w:val="24"/>
        </w:rPr>
      </w:pPr>
    </w:p>
    <w:p w14:paraId="0E77B163" w14:textId="77777777" w:rsidR="00CB5CD9" w:rsidRDefault="00CB5CD9">
      <w:pPr>
        <w:spacing w:line="320" w:lineRule="exact"/>
        <w:rPr>
          <w:rFonts w:ascii="宋体" w:hAnsi="宋体"/>
          <w:sz w:val="24"/>
        </w:rPr>
      </w:pPr>
    </w:p>
    <w:p w14:paraId="20DCE4AE" w14:textId="77777777" w:rsidR="00CB5CD9" w:rsidRDefault="00CB5CD9">
      <w:pPr>
        <w:spacing w:line="320" w:lineRule="exact"/>
        <w:rPr>
          <w:rFonts w:ascii="宋体" w:hAnsi="宋体"/>
          <w:sz w:val="24"/>
        </w:rPr>
      </w:pPr>
    </w:p>
    <w:p w14:paraId="553DA626" w14:textId="77777777" w:rsidR="00CB5CD9" w:rsidRDefault="00CB5CD9">
      <w:pPr>
        <w:spacing w:line="320" w:lineRule="exact"/>
        <w:rPr>
          <w:rFonts w:ascii="宋体" w:hAnsi="宋体"/>
          <w:sz w:val="24"/>
        </w:rPr>
      </w:pPr>
    </w:p>
    <w:p w14:paraId="391BEFD3" w14:textId="77777777" w:rsidR="00CB5CD9" w:rsidRDefault="00CB5CD9">
      <w:pPr>
        <w:spacing w:line="320" w:lineRule="exact"/>
        <w:rPr>
          <w:rFonts w:ascii="宋体" w:hAnsi="宋体"/>
          <w:sz w:val="24"/>
        </w:rPr>
      </w:pPr>
    </w:p>
    <w:p w14:paraId="7FCC3A54" w14:textId="77777777" w:rsidR="00CB5CD9" w:rsidRDefault="00CB5CD9">
      <w:pPr>
        <w:spacing w:line="320" w:lineRule="exact"/>
        <w:rPr>
          <w:rFonts w:ascii="宋体" w:hAnsi="宋体"/>
          <w:sz w:val="24"/>
        </w:rPr>
      </w:pPr>
    </w:p>
    <w:p w14:paraId="58E6B00F" w14:textId="77777777" w:rsidR="00CB5CD9" w:rsidRDefault="00CB5CD9">
      <w:pPr>
        <w:spacing w:line="320" w:lineRule="exact"/>
        <w:rPr>
          <w:rFonts w:ascii="宋体" w:hAnsi="宋体"/>
          <w:sz w:val="24"/>
        </w:rPr>
      </w:pPr>
    </w:p>
    <w:p w14:paraId="24FD1FEB" w14:textId="77777777" w:rsidR="00CB5CD9" w:rsidRDefault="00CB5CD9">
      <w:pPr>
        <w:spacing w:line="320" w:lineRule="exact"/>
        <w:rPr>
          <w:rFonts w:ascii="宋体" w:hAnsi="宋体"/>
          <w:sz w:val="24"/>
        </w:rPr>
      </w:pPr>
    </w:p>
    <w:p w14:paraId="1DBE4680" w14:textId="77777777" w:rsidR="00CB5CD9" w:rsidRDefault="00CB5CD9">
      <w:pPr>
        <w:spacing w:line="320" w:lineRule="exact"/>
        <w:rPr>
          <w:rFonts w:ascii="宋体" w:hAnsi="宋体"/>
          <w:sz w:val="24"/>
        </w:rPr>
      </w:pPr>
    </w:p>
    <w:p w14:paraId="27A364F5" w14:textId="77777777" w:rsidR="00CB5CD9" w:rsidRDefault="00CB5CD9">
      <w:pPr>
        <w:spacing w:line="320" w:lineRule="exact"/>
        <w:rPr>
          <w:rFonts w:ascii="宋体" w:hAnsi="宋体"/>
          <w:sz w:val="24"/>
        </w:rPr>
      </w:pPr>
    </w:p>
    <w:p w14:paraId="4264D748" w14:textId="77777777" w:rsidR="00CB5CD9" w:rsidRDefault="00CB5CD9">
      <w:pPr>
        <w:spacing w:line="320" w:lineRule="exact"/>
        <w:rPr>
          <w:rFonts w:ascii="宋体" w:hAnsi="宋体"/>
          <w:sz w:val="24"/>
        </w:rPr>
      </w:pPr>
    </w:p>
    <w:p w14:paraId="31A3BB8D" w14:textId="77777777" w:rsidR="00CB5CD9" w:rsidRDefault="00CB5CD9">
      <w:pPr>
        <w:spacing w:line="320" w:lineRule="exact"/>
        <w:rPr>
          <w:rFonts w:ascii="宋体" w:hAnsi="宋体"/>
          <w:sz w:val="24"/>
        </w:rPr>
      </w:pPr>
    </w:p>
    <w:p w14:paraId="715ED441" w14:textId="77777777" w:rsidR="00CB5CD9" w:rsidRDefault="00CB5CD9">
      <w:pPr>
        <w:spacing w:line="320" w:lineRule="exact"/>
        <w:rPr>
          <w:rFonts w:ascii="宋体" w:hAnsi="宋体"/>
          <w:sz w:val="24"/>
        </w:rPr>
      </w:pPr>
    </w:p>
    <w:p w14:paraId="5E01BF1E" w14:textId="77777777" w:rsidR="00CB5CD9" w:rsidRDefault="00CB5CD9">
      <w:pPr>
        <w:spacing w:line="320" w:lineRule="exact"/>
        <w:rPr>
          <w:rFonts w:ascii="宋体" w:hAnsi="宋体"/>
          <w:sz w:val="24"/>
        </w:rPr>
      </w:pPr>
    </w:p>
    <w:p w14:paraId="040DC555" w14:textId="77777777" w:rsidR="00CB5CD9" w:rsidRDefault="00CB5CD9">
      <w:pPr>
        <w:spacing w:line="320" w:lineRule="exact"/>
        <w:rPr>
          <w:rFonts w:ascii="宋体" w:hAnsi="宋体"/>
          <w:sz w:val="24"/>
        </w:rPr>
      </w:pPr>
    </w:p>
    <w:p w14:paraId="1F5802C8" w14:textId="77777777" w:rsidR="00CB5CD9" w:rsidRDefault="00CB5CD9">
      <w:pPr>
        <w:spacing w:line="320" w:lineRule="exact"/>
        <w:rPr>
          <w:rFonts w:ascii="宋体" w:hAnsi="宋体"/>
          <w:sz w:val="24"/>
        </w:rPr>
      </w:pPr>
    </w:p>
    <w:p w14:paraId="0E6F6F47" w14:textId="77777777" w:rsidR="00CB5CD9" w:rsidRDefault="00CB5CD9">
      <w:pPr>
        <w:spacing w:line="320" w:lineRule="exact"/>
        <w:rPr>
          <w:rFonts w:ascii="宋体" w:hAnsi="宋体"/>
          <w:sz w:val="24"/>
        </w:rPr>
      </w:pPr>
    </w:p>
    <w:p w14:paraId="640CA83E" w14:textId="77777777" w:rsidR="00CB5CD9" w:rsidRDefault="00CB5CD9">
      <w:pPr>
        <w:spacing w:line="320" w:lineRule="exact"/>
        <w:rPr>
          <w:rFonts w:ascii="宋体" w:hAnsi="宋体"/>
          <w:sz w:val="24"/>
        </w:rPr>
      </w:pPr>
    </w:p>
    <w:p w14:paraId="549F4E3B" w14:textId="77777777" w:rsidR="00CB5CD9" w:rsidRDefault="00CB5CD9">
      <w:pPr>
        <w:spacing w:line="320" w:lineRule="exact"/>
        <w:rPr>
          <w:rFonts w:ascii="宋体" w:hAnsi="宋体"/>
          <w:sz w:val="24"/>
        </w:rPr>
      </w:pPr>
    </w:p>
    <w:p w14:paraId="7E890300" w14:textId="77777777" w:rsidR="00CB5CD9" w:rsidRDefault="00CB5CD9">
      <w:pPr>
        <w:pStyle w:val="af8"/>
        <w:spacing w:line="320" w:lineRule="exact"/>
        <w:ind w:firstLineChars="200" w:firstLine="480"/>
        <w:jc w:val="both"/>
        <w:rPr>
          <w:rFonts w:eastAsia="华文仿宋"/>
        </w:rPr>
      </w:pPr>
    </w:p>
    <w:sectPr w:rsidR="00CB5CD9" w:rsidSect="00D31997">
      <w:footerReference w:type="default" r:id="rId15"/>
      <w:pgSz w:w="11906" w:h="16838"/>
      <w:pgMar w:top="1985" w:right="1531" w:bottom="1418" w:left="1531" w:header="1418"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4E0BB" w14:textId="77777777" w:rsidR="006B40F8" w:rsidRDefault="006B40F8">
      <w:r>
        <w:separator/>
      </w:r>
    </w:p>
  </w:endnote>
  <w:endnote w:type="continuationSeparator" w:id="0">
    <w:p w14:paraId="47E34376" w14:textId="77777777" w:rsidR="006B40F8" w:rsidRDefault="006B4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94CF" w14:textId="77777777"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end"/>
    </w:r>
  </w:p>
  <w:p w14:paraId="5538A463" w14:textId="77777777" w:rsidR="00CB5CD9" w:rsidRDefault="00CB5CD9">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63C2" w14:textId="77777777" w:rsidR="00CB5CD9" w:rsidRDefault="00CB5CD9">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CA83" w14:textId="77777777" w:rsidR="008E5501" w:rsidRDefault="008E5501">
    <w:pPr>
      <w:pStyle w:val="af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28FB" w14:textId="77777777" w:rsidR="00CB5CD9" w:rsidRPr="00785D35" w:rsidRDefault="0086499F">
    <w:pPr>
      <w:pStyle w:val="af6"/>
      <w:framePr w:wrap="around" w:vAnchor="text" w:hAnchor="margin" w:xAlign="center" w:y="1"/>
      <w:rPr>
        <w:rStyle w:val="ae"/>
      </w:rPr>
    </w:pPr>
    <w:r w:rsidRPr="00785D35">
      <w:fldChar w:fldCharType="begin"/>
    </w:r>
    <w:r w:rsidR="00CB5CD9" w:rsidRPr="00785D35">
      <w:rPr>
        <w:rStyle w:val="ae"/>
      </w:rPr>
      <w:instrText xml:space="preserve">PAGE  </w:instrText>
    </w:r>
    <w:r w:rsidRPr="00785D35">
      <w:fldChar w:fldCharType="separate"/>
    </w:r>
    <w:r w:rsidR="0043677D" w:rsidRPr="00785D35">
      <w:rPr>
        <w:rStyle w:val="ae"/>
        <w:noProof/>
      </w:rPr>
      <w:t>7</w:t>
    </w:r>
    <w:r w:rsidRPr="00785D35">
      <w:fldChar w:fldCharType="end"/>
    </w:r>
  </w:p>
  <w:p w14:paraId="6F0B0145" w14:textId="77777777" w:rsidR="00CB5CD9" w:rsidRDefault="00CB5CD9">
    <w:pPr>
      <w:pStyle w:val="af6"/>
      <w:ind w:right="360"/>
    </w:pPr>
  </w:p>
  <w:p w14:paraId="6FBE6F37" w14:textId="77777777" w:rsidR="00E85B9B" w:rsidRDefault="00E85B9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89F4D" w14:textId="77777777"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43677D">
      <w:rPr>
        <w:rStyle w:val="ae"/>
        <w:noProof/>
      </w:rPr>
      <w:t>11</w:t>
    </w:r>
    <w:r>
      <w:fldChar w:fldCharType="end"/>
    </w:r>
  </w:p>
  <w:p w14:paraId="75844CCC" w14:textId="77777777" w:rsidR="00CB5CD9" w:rsidRDefault="00CB5CD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054E2" w14:textId="77777777" w:rsidR="006B40F8" w:rsidRDefault="006B40F8">
      <w:r>
        <w:separator/>
      </w:r>
    </w:p>
  </w:footnote>
  <w:footnote w:type="continuationSeparator" w:id="0">
    <w:p w14:paraId="5AFD7D51" w14:textId="77777777" w:rsidR="006B40F8" w:rsidRDefault="006B4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E734" w14:textId="77777777" w:rsidR="00CB5CD9" w:rsidRDefault="00CB5CD9">
    <w:pPr>
      <w:pStyle w:val="afb"/>
      <w:rPr>
        <w:sz w:val="21"/>
        <w:szCs w:val="21"/>
      </w:rPr>
    </w:pPr>
    <w:r>
      <w:rPr>
        <w:rFonts w:hint="eastAsia"/>
        <w:sz w:val="21"/>
        <w:szCs w:val="21"/>
      </w:rPr>
      <w:t>北京理工大学硕士学位论文</w:t>
    </w:r>
  </w:p>
  <w:p w14:paraId="683F7136" w14:textId="77777777" w:rsidR="00E85B9B" w:rsidRDefault="00E85B9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1CB"/>
    <w:rsid w:val="00000053"/>
    <w:rsid w:val="00003674"/>
    <w:rsid w:val="00005ABE"/>
    <w:rsid w:val="00005B2B"/>
    <w:rsid w:val="00006EBD"/>
    <w:rsid w:val="00007CF7"/>
    <w:rsid w:val="0001354C"/>
    <w:rsid w:val="00013AD9"/>
    <w:rsid w:val="000146E3"/>
    <w:rsid w:val="000166C9"/>
    <w:rsid w:val="00017210"/>
    <w:rsid w:val="00021094"/>
    <w:rsid w:val="00021F26"/>
    <w:rsid w:val="00023DFA"/>
    <w:rsid w:val="00024527"/>
    <w:rsid w:val="000245CC"/>
    <w:rsid w:val="0002489D"/>
    <w:rsid w:val="000271E9"/>
    <w:rsid w:val="00027456"/>
    <w:rsid w:val="000315EF"/>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E05CB"/>
    <w:rsid w:val="000E1787"/>
    <w:rsid w:val="000E1E83"/>
    <w:rsid w:val="000E66C5"/>
    <w:rsid w:val="000F138D"/>
    <w:rsid w:val="000F7259"/>
    <w:rsid w:val="0010026C"/>
    <w:rsid w:val="001021B5"/>
    <w:rsid w:val="00103928"/>
    <w:rsid w:val="0010399F"/>
    <w:rsid w:val="00110DFC"/>
    <w:rsid w:val="001142F1"/>
    <w:rsid w:val="00117AD3"/>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B6008"/>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2D38"/>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781"/>
    <w:rsid w:val="00294BDD"/>
    <w:rsid w:val="00295588"/>
    <w:rsid w:val="002A064F"/>
    <w:rsid w:val="002A1B97"/>
    <w:rsid w:val="002A2DA1"/>
    <w:rsid w:val="002A342D"/>
    <w:rsid w:val="002A37BD"/>
    <w:rsid w:val="002A513A"/>
    <w:rsid w:val="002A54EF"/>
    <w:rsid w:val="002B1625"/>
    <w:rsid w:val="002B551F"/>
    <w:rsid w:val="002C07EE"/>
    <w:rsid w:val="002C1917"/>
    <w:rsid w:val="002C4496"/>
    <w:rsid w:val="002D0EF1"/>
    <w:rsid w:val="002D3875"/>
    <w:rsid w:val="002D387B"/>
    <w:rsid w:val="002F02C2"/>
    <w:rsid w:val="002F0856"/>
    <w:rsid w:val="00305404"/>
    <w:rsid w:val="003101E8"/>
    <w:rsid w:val="00314E72"/>
    <w:rsid w:val="00315288"/>
    <w:rsid w:val="0031576F"/>
    <w:rsid w:val="003224B4"/>
    <w:rsid w:val="00322C20"/>
    <w:rsid w:val="00324F7B"/>
    <w:rsid w:val="00325804"/>
    <w:rsid w:val="00334426"/>
    <w:rsid w:val="0033621C"/>
    <w:rsid w:val="00337263"/>
    <w:rsid w:val="00343C14"/>
    <w:rsid w:val="00344318"/>
    <w:rsid w:val="003444D1"/>
    <w:rsid w:val="00346468"/>
    <w:rsid w:val="00346641"/>
    <w:rsid w:val="00350398"/>
    <w:rsid w:val="00354C7E"/>
    <w:rsid w:val="0035553D"/>
    <w:rsid w:val="00355B14"/>
    <w:rsid w:val="00356D3A"/>
    <w:rsid w:val="0036439D"/>
    <w:rsid w:val="00366362"/>
    <w:rsid w:val="003726AB"/>
    <w:rsid w:val="00372F2D"/>
    <w:rsid w:val="00374270"/>
    <w:rsid w:val="00375B67"/>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3677D"/>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12A"/>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0F6"/>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124B"/>
    <w:rsid w:val="00580E40"/>
    <w:rsid w:val="00582903"/>
    <w:rsid w:val="00582CA8"/>
    <w:rsid w:val="0058388B"/>
    <w:rsid w:val="00585829"/>
    <w:rsid w:val="00585D51"/>
    <w:rsid w:val="005864D4"/>
    <w:rsid w:val="00586B4A"/>
    <w:rsid w:val="00587970"/>
    <w:rsid w:val="005A0E3E"/>
    <w:rsid w:val="005A684E"/>
    <w:rsid w:val="005B10F7"/>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0686A"/>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3259"/>
    <w:rsid w:val="00687261"/>
    <w:rsid w:val="0069148F"/>
    <w:rsid w:val="00691602"/>
    <w:rsid w:val="00694709"/>
    <w:rsid w:val="0069562C"/>
    <w:rsid w:val="006A04E6"/>
    <w:rsid w:val="006A39D1"/>
    <w:rsid w:val="006A6B91"/>
    <w:rsid w:val="006A7DF3"/>
    <w:rsid w:val="006B40F8"/>
    <w:rsid w:val="006B7498"/>
    <w:rsid w:val="006C0793"/>
    <w:rsid w:val="006C6E0D"/>
    <w:rsid w:val="006D2FF1"/>
    <w:rsid w:val="006D6557"/>
    <w:rsid w:val="006D6BCB"/>
    <w:rsid w:val="006D78E2"/>
    <w:rsid w:val="006E0A04"/>
    <w:rsid w:val="006E1A14"/>
    <w:rsid w:val="006E28B3"/>
    <w:rsid w:val="006E3022"/>
    <w:rsid w:val="006E3E98"/>
    <w:rsid w:val="006F0919"/>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2F24"/>
    <w:rsid w:val="00737745"/>
    <w:rsid w:val="0074194B"/>
    <w:rsid w:val="00744D98"/>
    <w:rsid w:val="0074664D"/>
    <w:rsid w:val="0074775E"/>
    <w:rsid w:val="00747A60"/>
    <w:rsid w:val="00750BEA"/>
    <w:rsid w:val="00753E12"/>
    <w:rsid w:val="00753F61"/>
    <w:rsid w:val="0075401C"/>
    <w:rsid w:val="007543A8"/>
    <w:rsid w:val="0075489A"/>
    <w:rsid w:val="007553CB"/>
    <w:rsid w:val="00762601"/>
    <w:rsid w:val="00766FAF"/>
    <w:rsid w:val="00771728"/>
    <w:rsid w:val="007720A4"/>
    <w:rsid w:val="007720C1"/>
    <w:rsid w:val="00772787"/>
    <w:rsid w:val="007777D8"/>
    <w:rsid w:val="00781270"/>
    <w:rsid w:val="007852F5"/>
    <w:rsid w:val="00785D35"/>
    <w:rsid w:val="007925F2"/>
    <w:rsid w:val="00797354"/>
    <w:rsid w:val="007A00A4"/>
    <w:rsid w:val="007A6B56"/>
    <w:rsid w:val="007B0FC0"/>
    <w:rsid w:val="007B4748"/>
    <w:rsid w:val="007B5F4A"/>
    <w:rsid w:val="007B730F"/>
    <w:rsid w:val="007C1080"/>
    <w:rsid w:val="007C239A"/>
    <w:rsid w:val="007C72D3"/>
    <w:rsid w:val="007C7B67"/>
    <w:rsid w:val="007D0AFC"/>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39A8"/>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5501"/>
    <w:rsid w:val="008E6628"/>
    <w:rsid w:val="008F0C70"/>
    <w:rsid w:val="008F1313"/>
    <w:rsid w:val="008F457B"/>
    <w:rsid w:val="008F4B62"/>
    <w:rsid w:val="00901FF5"/>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2BFB"/>
    <w:rsid w:val="00987EC5"/>
    <w:rsid w:val="0099006A"/>
    <w:rsid w:val="00990FB7"/>
    <w:rsid w:val="009922FE"/>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25AD6"/>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46C8"/>
    <w:rsid w:val="00A750F3"/>
    <w:rsid w:val="00A839E4"/>
    <w:rsid w:val="00A93403"/>
    <w:rsid w:val="00A9410D"/>
    <w:rsid w:val="00A96B09"/>
    <w:rsid w:val="00A97273"/>
    <w:rsid w:val="00AA1707"/>
    <w:rsid w:val="00AA315B"/>
    <w:rsid w:val="00AA388D"/>
    <w:rsid w:val="00AA6363"/>
    <w:rsid w:val="00AA7EC9"/>
    <w:rsid w:val="00AB080C"/>
    <w:rsid w:val="00AB2836"/>
    <w:rsid w:val="00AB2BD2"/>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1B0"/>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147"/>
    <w:rsid w:val="00B70860"/>
    <w:rsid w:val="00B754E7"/>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1751"/>
    <w:rsid w:val="00BD26E1"/>
    <w:rsid w:val="00BD2FAC"/>
    <w:rsid w:val="00BD4C1E"/>
    <w:rsid w:val="00BD6B74"/>
    <w:rsid w:val="00BD709D"/>
    <w:rsid w:val="00BE0934"/>
    <w:rsid w:val="00BE2396"/>
    <w:rsid w:val="00BE33EC"/>
    <w:rsid w:val="00BE46B0"/>
    <w:rsid w:val="00BE5021"/>
    <w:rsid w:val="00BE69C6"/>
    <w:rsid w:val="00BF0223"/>
    <w:rsid w:val="00BF4514"/>
    <w:rsid w:val="00BF4C9D"/>
    <w:rsid w:val="00BF4EF0"/>
    <w:rsid w:val="00BF668B"/>
    <w:rsid w:val="00BF6FEA"/>
    <w:rsid w:val="00BF7FAA"/>
    <w:rsid w:val="00C04FC4"/>
    <w:rsid w:val="00C05755"/>
    <w:rsid w:val="00C06034"/>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03D7"/>
    <w:rsid w:val="00CC70BB"/>
    <w:rsid w:val="00CD02C8"/>
    <w:rsid w:val="00CD1EF0"/>
    <w:rsid w:val="00CD24EA"/>
    <w:rsid w:val="00CD2E66"/>
    <w:rsid w:val="00CD3582"/>
    <w:rsid w:val="00CD4248"/>
    <w:rsid w:val="00CD42A0"/>
    <w:rsid w:val="00CD58F7"/>
    <w:rsid w:val="00CD604C"/>
    <w:rsid w:val="00CD6C9E"/>
    <w:rsid w:val="00CE10A5"/>
    <w:rsid w:val="00CE2BC8"/>
    <w:rsid w:val="00CE3D51"/>
    <w:rsid w:val="00CF1100"/>
    <w:rsid w:val="00CF1884"/>
    <w:rsid w:val="00CF3CB5"/>
    <w:rsid w:val="00CF4A1C"/>
    <w:rsid w:val="00CF78DE"/>
    <w:rsid w:val="00D0154A"/>
    <w:rsid w:val="00D02323"/>
    <w:rsid w:val="00D069BF"/>
    <w:rsid w:val="00D06A52"/>
    <w:rsid w:val="00D13108"/>
    <w:rsid w:val="00D268C7"/>
    <w:rsid w:val="00D3038E"/>
    <w:rsid w:val="00D31997"/>
    <w:rsid w:val="00D33D22"/>
    <w:rsid w:val="00D3673C"/>
    <w:rsid w:val="00D4186C"/>
    <w:rsid w:val="00D44DF0"/>
    <w:rsid w:val="00D451DE"/>
    <w:rsid w:val="00D515D1"/>
    <w:rsid w:val="00D54BAF"/>
    <w:rsid w:val="00D60DF6"/>
    <w:rsid w:val="00D6155B"/>
    <w:rsid w:val="00D61955"/>
    <w:rsid w:val="00D64AB2"/>
    <w:rsid w:val="00D71F3A"/>
    <w:rsid w:val="00D73A4A"/>
    <w:rsid w:val="00D7749D"/>
    <w:rsid w:val="00D80E6D"/>
    <w:rsid w:val="00D8236E"/>
    <w:rsid w:val="00D830AB"/>
    <w:rsid w:val="00D85AC3"/>
    <w:rsid w:val="00D874B2"/>
    <w:rsid w:val="00D878BA"/>
    <w:rsid w:val="00D95D8B"/>
    <w:rsid w:val="00D97304"/>
    <w:rsid w:val="00DA0D70"/>
    <w:rsid w:val="00DA114C"/>
    <w:rsid w:val="00DA3830"/>
    <w:rsid w:val="00DA6359"/>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EED"/>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85B9B"/>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B558E"/>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57B72"/>
    <w:rsid w:val="00F60F11"/>
    <w:rsid w:val="00F6218D"/>
    <w:rsid w:val="00F647FD"/>
    <w:rsid w:val="00F71609"/>
    <w:rsid w:val="00F7305D"/>
    <w:rsid w:val="00F74F42"/>
    <w:rsid w:val="00F80143"/>
    <w:rsid w:val="00F803DB"/>
    <w:rsid w:val="00F81B38"/>
    <w:rsid w:val="00F82025"/>
    <w:rsid w:val="00F902E7"/>
    <w:rsid w:val="00F90E48"/>
    <w:rsid w:val="00F92027"/>
    <w:rsid w:val="00F95ACD"/>
    <w:rsid w:val="00F965F5"/>
    <w:rsid w:val="00F97FBE"/>
    <w:rsid w:val="00FA0E3F"/>
    <w:rsid w:val="00FA11E2"/>
    <w:rsid w:val="00FA529D"/>
    <w:rsid w:val="00FB0801"/>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7CE93E15"/>
  <w15:docId w15:val="{7E4F14E0-5FE7-45AC-B116-6C3CE2B15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0"/>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a6">
    <w:name w:val="批注文字 字符"/>
    <w:link w:val="a7"/>
    <w:rsid w:val="00D31997"/>
    <w:rPr>
      <w:kern w:val="2"/>
      <w:sz w:val="21"/>
      <w:szCs w:val="24"/>
    </w:rPr>
  </w:style>
  <w:style w:type="character" w:customStyle="1" w:styleId="a8">
    <w:name w:val="标题 字符"/>
    <w:link w:val="a9"/>
    <w:rsid w:val="00D31997"/>
    <w:rPr>
      <w:rFonts w:ascii="Arial Black" w:eastAsia="黑体" w:hAnsi="Arial Black" w:cs="Arial"/>
      <w:bCs/>
      <w:kern w:val="2"/>
      <w:sz w:val="32"/>
      <w:szCs w:val="32"/>
    </w:rPr>
  </w:style>
  <w:style w:type="character" w:customStyle="1" w:styleId="aa">
    <w:name w:val="批注主题 字符"/>
    <w:link w:val="ab"/>
    <w:rsid w:val="00D31997"/>
    <w:rPr>
      <w:b/>
      <w:bCs/>
      <w:kern w:val="2"/>
      <w:sz w:val="21"/>
      <w:szCs w:val="24"/>
    </w:rPr>
  </w:style>
  <w:style w:type="character" w:customStyle="1" w:styleId="1Char">
    <w:name w:val="1论文正文的 Char"/>
    <w:link w:val="11"/>
    <w:rsid w:val="00D31997"/>
    <w:rPr>
      <w:rFonts w:eastAsia="宋体"/>
      <w:kern w:val="2"/>
      <w:sz w:val="24"/>
      <w:szCs w:val="24"/>
      <w:lang w:val="en-US" w:eastAsia="zh-CN" w:bidi="ar-SA"/>
    </w:rPr>
  </w:style>
  <w:style w:type="character" w:styleId="ac">
    <w:name w:val="annotation reference"/>
    <w:rsid w:val="00D31997"/>
    <w:rPr>
      <w:sz w:val="21"/>
      <w:szCs w:val="21"/>
    </w:rPr>
  </w:style>
  <w:style w:type="character" w:customStyle="1" w:styleId="Char1">
    <w:name w:val="封落款日期 Char"/>
    <w:link w:val="ad"/>
    <w:rsid w:val="00D31997"/>
    <w:rPr>
      <w:kern w:val="2"/>
      <w:sz w:val="28"/>
      <w:szCs w:val="28"/>
    </w:rPr>
  </w:style>
  <w:style w:type="character" w:styleId="ae">
    <w:name w:val="page number"/>
    <w:basedOn w:val="a0"/>
    <w:rsid w:val="00D31997"/>
  </w:style>
  <w:style w:type="character" w:styleId="af">
    <w:name w:val="Hyperlink"/>
    <w:uiPriority w:val="99"/>
    <w:rsid w:val="00D31997"/>
    <w:rPr>
      <w:rFonts w:ascii="Tahoma" w:hAnsi="Tahoma" w:cs="Tahoma" w:hint="default"/>
      <w:strike w:val="0"/>
      <w:dstrike w:val="0"/>
      <w:color w:val="0000FF"/>
      <w:u w:val="none"/>
    </w:rPr>
  </w:style>
  <w:style w:type="paragraph" w:customStyle="1" w:styleId="af0">
    <w:name w:val="英文题目页论文题目居中"/>
    <w:basedOn w:val="af1"/>
    <w:rsid w:val="00D31997"/>
    <w:pPr>
      <w:tabs>
        <w:tab w:val="clear" w:pos="1620"/>
        <w:tab w:val="clear" w:pos="3878"/>
      </w:tabs>
      <w:ind w:leftChars="-75" w:left="-180" w:firstLineChars="59" w:firstLine="178"/>
      <w:jc w:val="center"/>
    </w:pPr>
  </w:style>
  <w:style w:type="paragraph" w:customStyle="1" w:styleId="af2">
    <w:name w:val="封标出版"/>
    <w:basedOn w:val="a"/>
    <w:rsid w:val="00D31997"/>
    <w:pPr>
      <w:tabs>
        <w:tab w:val="left" w:pos="1260"/>
        <w:tab w:val="left" w:pos="3960"/>
      </w:tabs>
      <w:spacing w:beforeLines="50" w:afterLines="50"/>
    </w:pPr>
    <w:rPr>
      <w:rFonts w:eastAsia="黑体"/>
      <w:sz w:val="32"/>
      <w:szCs w:val="32"/>
    </w:rPr>
  </w:style>
  <w:style w:type="paragraph" w:styleId="af3">
    <w:name w:val="Revision"/>
    <w:uiPriority w:val="99"/>
    <w:semiHidden/>
    <w:rsid w:val="00D31997"/>
    <w:rPr>
      <w:kern w:val="2"/>
      <w:sz w:val="21"/>
      <w:szCs w:val="24"/>
    </w:rPr>
  </w:style>
  <w:style w:type="paragraph" w:customStyle="1" w:styleId="11">
    <w:name w:val="1论文正文的"/>
    <w:basedOn w:val="a"/>
    <w:link w:val="1Char"/>
    <w:rsid w:val="00D31997"/>
    <w:pPr>
      <w:spacing w:line="440" w:lineRule="exact"/>
      <w:ind w:firstLineChars="200" w:firstLine="480"/>
    </w:pPr>
    <w:rPr>
      <w:sz w:val="24"/>
    </w:rPr>
  </w:style>
  <w:style w:type="paragraph" w:styleId="a9">
    <w:name w:val="Title"/>
    <w:basedOn w:val="a"/>
    <w:link w:val="a8"/>
    <w:qFormat/>
    <w:rsid w:val="00D31997"/>
    <w:pPr>
      <w:spacing w:beforeLines="150" w:afterLines="50"/>
      <w:jc w:val="center"/>
      <w:outlineLvl w:val="0"/>
    </w:pPr>
    <w:rPr>
      <w:rFonts w:ascii="Arial Black" w:eastAsia="黑体" w:hAnsi="Arial Black"/>
      <w:bCs/>
      <w:sz w:val="32"/>
      <w:szCs w:val="32"/>
    </w:rPr>
  </w:style>
  <w:style w:type="paragraph" w:styleId="af4">
    <w:name w:val="Body Text Indent"/>
    <w:basedOn w:val="a"/>
    <w:rsid w:val="00D31997"/>
    <w:pPr>
      <w:spacing w:line="520" w:lineRule="exact"/>
      <w:ind w:firstLineChars="200" w:firstLine="480"/>
    </w:pPr>
    <w:rPr>
      <w:rFonts w:ascii="宋体" w:hAnsi="宋体"/>
      <w:sz w:val="24"/>
    </w:rPr>
  </w:style>
  <w:style w:type="paragraph" w:customStyle="1" w:styleId="af5">
    <w:name w:val="封标出版居中"/>
    <w:basedOn w:val="af2"/>
    <w:rsid w:val="00D31997"/>
    <w:pPr>
      <w:jc w:val="center"/>
    </w:pPr>
  </w:style>
  <w:style w:type="paragraph" w:customStyle="1" w:styleId="ad">
    <w:name w:val="封落款日期"/>
    <w:basedOn w:val="a"/>
    <w:link w:val="Char1"/>
    <w:rsid w:val="00D31997"/>
    <w:pPr>
      <w:jc w:val="center"/>
    </w:pPr>
    <w:rPr>
      <w:sz w:val="28"/>
      <w:szCs w:val="28"/>
    </w:rPr>
  </w:style>
  <w:style w:type="paragraph" w:styleId="TOC1">
    <w:name w:val="toc 1"/>
    <w:basedOn w:val="a"/>
    <w:next w:val="a"/>
    <w:uiPriority w:val="39"/>
    <w:qFormat/>
    <w:rsid w:val="00D31997"/>
    <w:pPr>
      <w:spacing w:before="360"/>
      <w:jc w:val="left"/>
    </w:pPr>
    <w:rPr>
      <w:rFonts w:ascii="Arial" w:hAnsi="Arial" w:cs="Arial"/>
      <w:b/>
      <w:bCs/>
      <w:caps/>
      <w:sz w:val="24"/>
    </w:rPr>
  </w:style>
  <w:style w:type="paragraph" w:styleId="af6">
    <w:name w:val="footer"/>
    <w:basedOn w:val="a"/>
    <w:rsid w:val="00D31997"/>
    <w:pPr>
      <w:tabs>
        <w:tab w:val="center" w:pos="4153"/>
        <w:tab w:val="right" w:pos="8306"/>
      </w:tabs>
      <w:snapToGrid w:val="0"/>
      <w:jc w:val="left"/>
    </w:pPr>
    <w:rPr>
      <w:sz w:val="18"/>
      <w:szCs w:val="18"/>
    </w:rPr>
  </w:style>
  <w:style w:type="paragraph" w:styleId="TOC7">
    <w:name w:val="toc 7"/>
    <w:basedOn w:val="a"/>
    <w:next w:val="a"/>
    <w:semiHidden/>
    <w:rsid w:val="00D31997"/>
    <w:pPr>
      <w:ind w:left="1050"/>
      <w:jc w:val="left"/>
    </w:pPr>
    <w:rPr>
      <w:sz w:val="20"/>
      <w:szCs w:val="20"/>
    </w:rPr>
  </w:style>
  <w:style w:type="paragraph" w:styleId="af7">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8">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TOC8">
    <w:name w:val="toc 8"/>
    <w:basedOn w:val="a"/>
    <w:next w:val="a"/>
    <w:semiHidden/>
    <w:rsid w:val="00D31997"/>
    <w:pPr>
      <w:ind w:left="1260"/>
      <w:jc w:val="left"/>
    </w:pPr>
    <w:rPr>
      <w:sz w:val="20"/>
      <w:szCs w:val="20"/>
    </w:rPr>
  </w:style>
  <w:style w:type="paragraph" w:styleId="af9">
    <w:name w:val="Document Map"/>
    <w:basedOn w:val="a"/>
    <w:semiHidden/>
    <w:rsid w:val="00D31997"/>
    <w:pPr>
      <w:shd w:val="clear" w:color="auto" w:fill="000080"/>
    </w:pPr>
  </w:style>
  <w:style w:type="paragraph" w:customStyle="1" w:styleId="af1">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a">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b">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b">
    <w:name w:val="annotation subject"/>
    <w:basedOn w:val="a7"/>
    <w:next w:val="a7"/>
    <w:link w:val="aa"/>
    <w:rsid w:val="00D31997"/>
    <w:rPr>
      <w:b/>
      <w:bCs/>
    </w:rPr>
  </w:style>
  <w:style w:type="paragraph" w:styleId="a7">
    <w:name w:val="annotation text"/>
    <w:basedOn w:val="a"/>
    <w:link w:val="a6"/>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TOC9">
    <w:name w:val="toc 9"/>
    <w:basedOn w:val="a"/>
    <w:next w:val="a"/>
    <w:semiHidden/>
    <w:rsid w:val="00D31997"/>
    <w:pPr>
      <w:ind w:left="1470"/>
      <w:jc w:val="left"/>
    </w:pPr>
    <w:rPr>
      <w:sz w:val="20"/>
      <w:szCs w:val="20"/>
    </w:rPr>
  </w:style>
  <w:style w:type="paragraph" w:styleId="TOC6">
    <w:name w:val="toc 6"/>
    <w:basedOn w:val="a"/>
    <w:next w:val="a"/>
    <w:semiHidden/>
    <w:rsid w:val="00D31997"/>
    <w:pPr>
      <w:ind w:left="840"/>
      <w:jc w:val="left"/>
    </w:pPr>
    <w:rPr>
      <w:sz w:val="20"/>
      <w:szCs w:val="20"/>
    </w:rPr>
  </w:style>
  <w:style w:type="paragraph" w:styleId="TOC3">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TOC5">
    <w:name w:val="toc 5"/>
    <w:basedOn w:val="a"/>
    <w:next w:val="a"/>
    <w:semiHidden/>
    <w:rsid w:val="00D31997"/>
    <w:pPr>
      <w:ind w:left="630"/>
      <w:jc w:val="left"/>
    </w:pPr>
    <w:rPr>
      <w:sz w:val="20"/>
      <w:szCs w:val="20"/>
    </w:rPr>
  </w:style>
  <w:style w:type="paragraph" w:customStyle="1" w:styleId="afc">
    <w:name w:val="封密级"/>
    <w:basedOn w:val="a"/>
    <w:rsid w:val="00D31997"/>
    <w:pPr>
      <w:tabs>
        <w:tab w:val="left" w:pos="6480"/>
        <w:tab w:val="right" w:pos="8640"/>
      </w:tabs>
      <w:spacing w:line="440" w:lineRule="exact"/>
    </w:pPr>
  </w:style>
  <w:style w:type="paragraph" w:styleId="TOC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
    <w:name w:val="Body Text Indent 2"/>
    <w:basedOn w:val="a"/>
    <w:rsid w:val="00D31997"/>
    <w:pPr>
      <w:spacing w:after="120" w:line="480" w:lineRule="auto"/>
      <w:ind w:leftChars="200" w:left="420" w:firstLineChars="200" w:firstLine="200"/>
    </w:pPr>
    <w:rPr>
      <w:sz w:val="24"/>
    </w:rPr>
  </w:style>
  <w:style w:type="paragraph" w:styleId="TOC4">
    <w:name w:val="toc 4"/>
    <w:basedOn w:val="a"/>
    <w:next w:val="a"/>
    <w:semiHidden/>
    <w:rsid w:val="00D31997"/>
    <w:pPr>
      <w:ind w:left="420"/>
      <w:jc w:val="left"/>
    </w:pPr>
    <w:rPr>
      <w:sz w:val="20"/>
      <w:szCs w:val="20"/>
    </w:rPr>
  </w:style>
  <w:style w:type="paragraph" w:styleId="afd">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e">
    <w:name w:val="分类"/>
    <w:basedOn w:val="a"/>
    <w:rsid w:val="00D31997"/>
    <w:pPr>
      <w:spacing w:line="440" w:lineRule="exact"/>
    </w:pPr>
  </w:style>
  <w:style w:type="table" w:styleId="aff">
    <w:name w:val="Table Grid"/>
    <w:basedOn w:val="a1"/>
    <w:rsid w:val="00D319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f0">
    <w:name w:val="endnote text"/>
    <w:basedOn w:val="a"/>
    <w:link w:val="aff1"/>
    <w:uiPriority w:val="99"/>
    <w:unhideWhenUsed/>
    <w:qFormat/>
    <w:rsid w:val="008F457B"/>
    <w:pPr>
      <w:snapToGrid w:val="0"/>
      <w:jc w:val="left"/>
    </w:pPr>
    <w:rPr>
      <w:rFonts w:ascii="Calibri" w:hAnsi="Calibri"/>
      <w:szCs w:val="28"/>
      <w:lang w:bidi="mn-Mong-CN"/>
    </w:rPr>
  </w:style>
  <w:style w:type="character" w:customStyle="1" w:styleId="aff1">
    <w:name w:val="尾注文本 字符"/>
    <w:link w:val="aff0"/>
    <w:uiPriority w:val="99"/>
    <w:rsid w:val="008F457B"/>
    <w:rPr>
      <w:rFonts w:ascii="Calibri" w:hAnsi="Calibri"/>
      <w:kern w:val="2"/>
      <w:sz w:val="21"/>
      <w:szCs w:val="28"/>
      <w:lang w:bidi="mn-Mong-CN"/>
    </w:rPr>
  </w:style>
  <w:style w:type="character" w:styleId="aff2">
    <w:name w:val="endnote reference"/>
    <w:uiPriority w:val="99"/>
    <w:unhideWhenUsed/>
    <w:qFormat/>
    <w:rsid w:val="008F457B"/>
    <w:rPr>
      <w:vertAlign w:val="superscript"/>
    </w:rPr>
  </w:style>
  <w:style w:type="character" w:customStyle="1" w:styleId="Char2">
    <w:name w:val="图题 Char"/>
    <w:link w:val="aff3"/>
    <w:rsid w:val="009D0D46"/>
    <w:rPr>
      <w:kern w:val="2"/>
      <w:sz w:val="21"/>
      <w:szCs w:val="24"/>
    </w:rPr>
  </w:style>
  <w:style w:type="paragraph" w:customStyle="1" w:styleId="aff3">
    <w:name w:val="图题"/>
    <w:basedOn w:val="a"/>
    <w:link w:val="Char2"/>
    <w:qFormat/>
    <w:rsid w:val="009D0D46"/>
    <w:pPr>
      <w:jc w:val="center"/>
    </w:pPr>
  </w:style>
  <w:style w:type="character" w:customStyle="1" w:styleId="Char3">
    <w:name w:val="表题 Char"/>
    <w:link w:val="aff4"/>
    <w:rsid w:val="008106CA"/>
  </w:style>
  <w:style w:type="paragraph" w:customStyle="1" w:styleId="aff4">
    <w:name w:val="表题"/>
    <w:basedOn w:val="aff3"/>
    <w:link w:val="Char3"/>
    <w:qFormat/>
    <w:rsid w:val="008106CA"/>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package" Target="embeddings/Microsoft_Visio___.vsdx"/></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1AD9B-186F-4B13-A842-1B6A113F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2</TotalTime>
  <Pages>22</Pages>
  <Words>1097</Words>
  <Characters>6255</Characters>
  <Application>Microsoft Office Word</Application>
  <DocSecurity>0</DocSecurity>
  <Lines>52</Lines>
  <Paragraphs>14</Paragraphs>
  <ScaleCrop>false</ScaleCrop>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Administrator</cp:lastModifiedBy>
  <cp:revision>3</cp:revision>
  <cp:lastPrinted>2017-06-05T02:42:00Z</cp:lastPrinted>
  <dcterms:created xsi:type="dcterms:W3CDTF">2025-04-24T05:27:00Z</dcterms:created>
  <dcterms:modified xsi:type="dcterms:W3CDTF">2025-04-24T05:27:00Z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